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D1" w:rsidRDefault="00607FD1" w:rsidP="009C4AB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07FD1" w:rsidRPr="00142DDB" w:rsidRDefault="00607F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БРЯНСКАЯ ОБЛАСТЬ </w:t>
      </w:r>
    </w:p>
    <w:p w:rsidR="00607FD1" w:rsidRPr="00142DDB" w:rsidRDefault="00607F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МГЛИНСКИЙ РАЙОН</w:t>
      </w:r>
    </w:p>
    <w:p w:rsidR="00607FD1" w:rsidRPr="004403E1" w:rsidRDefault="00607F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МГЛИНСКОЕ  ГОРОДСКОЕ</w:t>
      </w:r>
      <w:r w:rsidRPr="004403E1">
        <w:rPr>
          <w:rFonts w:ascii="Times New Roman" w:hAnsi="Times New Roman" w:cs="Times New Roman"/>
          <w:sz w:val="28"/>
          <w:szCs w:val="28"/>
        </w:rPr>
        <w:t xml:space="preserve"> ПОСЕЛЕНИЕ </w:t>
      </w:r>
    </w:p>
    <w:p w:rsidR="00607FD1" w:rsidRPr="004403E1" w:rsidRDefault="00607F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ГОРОДА МГЛИНА</w:t>
      </w:r>
    </w:p>
    <w:p w:rsidR="00607FD1" w:rsidRPr="004403E1" w:rsidRDefault="00607F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FD1" w:rsidRPr="004403E1" w:rsidRDefault="00607F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</w:p>
    <w:p w:rsidR="00607FD1" w:rsidRPr="004403E1" w:rsidRDefault="00607FD1" w:rsidP="00C44DF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607FD1" w:rsidRDefault="00607FD1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15.12.2022</w:t>
        </w:r>
      </w:smartTag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№4/137</w:t>
      </w:r>
      <w:r w:rsidRPr="00A279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07FD1" w:rsidRDefault="00607FD1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Мглин</w:t>
      </w:r>
    </w:p>
    <w:p w:rsidR="00607FD1" w:rsidRPr="004403E1" w:rsidRDefault="00607FD1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07FD1" w:rsidRPr="00942957" w:rsidRDefault="00607FD1" w:rsidP="00A1254C">
      <w:pPr>
        <w:pStyle w:val="ConsPlusTitle"/>
        <w:widowControl/>
        <w:ind w:right="496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4E61B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передаче администрации Мглинского района полномоч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ий по осуществлению муниципального</w:t>
      </w:r>
      <w:r>
        <w:rPr>
          <w:sz w:val="28"/>
          <w:szCs w:val="28"/>
        </w:rPr>
        <w:t xml:space="preserve"> </w:t>
      </w:r>
      <w:r w:rsidRPr="007A78B3">
        <w:rPr>
          <w:rFonts w:ascii="Times New Roman" w:hAnsi="Times New Roman" w:cs="Times New Roman"/>
          <w:b w:val="0"/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942957">
        <w:rPr>
          <w:rFonts w:ascii="Times New Roman" w:hAnsi="Times New Roman" w:cs="Times New Roman"/>
          <w:b w:val="0"/>
          <w:sz w:val="28"/>
          <w:szCs w:val="28"/>
        </w:rPr>
        <w:t xml:space="preserve">в сфере благоустройства на территории Мглинского городского поселения Мглинского района Брянской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>на 2023 год и на плановый период 2024 и 2025 годов</w:t>
      </w:r>
    </w:p>
    <w:p w:rsidR="00607FD1" w:rsidRPr="004403E1" w:rsidRDefault="00607FD1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</w:p>
    <w:p w:rsidR="00607FD1" w:rsidRDefault="00607FD1" w:rsidP="00C44D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147">
        <w:rPr>
          <w:rFonts w:ascii="Times New Roman" w:hAnsi="Times New Roman" w:cs="Times New Roman"/>
          <w:sz w:val="28"/>
          <w:szCs w:val="28"/>
        </w:rPr>
        <w:t xml:space="preserve">   В соответствии с ч.4 ст.15 Федерального закона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FF7147">
          <w:rPr>
            <w:rFonts w:ascii="Times New Roman" w:hAnsi="Times New Roman" w:cs="Times New Roman"/>
            <w:sz w:val="28"/>
            <w:szCs w:val="28"/>
          </w:rPr>
          <w:t>06.10.2003</w:t>
        </w:r>
      </w:smartTag>
      <w:r w:rsidRPr="00FF7147">
        <w:rPr>
          <w:rFonts w:ascii="Times New Roman" w:hAnsi="Times New Roman" w:cs="Times New Roman"/>
          <w:sz w:val="28"/>
          <w:szCs w:val="28"/>
        </w:rPr>
        <w:t xml:space="preserve"> года №131-ФЗ «Об общих принципах организации местного самоуправления в Российской Федерации», 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FF7147">
          <w:rPr>
            <w:rFonts w:ascii="Times New Roman" w:hAnsi="Times New Roman" w:cs="Times New Roman"/>
            <w:sz w:val="28"/>
            <w:szCs w:val="28"/>
          </w:rPr>
          <w:t>31.07.2020</w:t>
        </w:r>
      </w:smartTag>
      <w:r w:rsidRPr="00FF7147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 Уставом Мглинского городского поселения</w:t>
      </w:r>
      <w:r w:rsidRPr="00FF7147">
        <w:rPr>
          <w:rFonts w:ascii="Times New Roman" w:hAnsi="Times New Roman" w:cs="Times New Roman"/>
          <w:sz w:val="28"/>
          <w:szCs w:val="28"/>
        </w:rPr>
        <w:t xml:space="preserve"> Совет народных депутатов города Мглина</w:t>
      </w:r>
    </w:p>
    <w:p w:rsidR="00607FD1" w:rsidRPr="00FF7147" w:rsidRDefault="00607FD1" w:rsidP="00C44D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7FD1" w:rsidRPr="00913165" w:rsidRDefault="00607FD1" w:rsidP="0014088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316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07FD1" w:rsidRPr="00942957" w:rsidRDefault="00607FD1" w:rsidP="006219AD">
      <w:pPr>
        <w:pStyle w:val="ConsPlusTitle"/>
        <w:widowControl/>
        <w:ind w:right="2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7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Передать администрации Мглинского района полномочия по осуществлению  муниципального контроля </w:t>
      </w:r>
      <w:r w:rsidRPr="005F5766">
        <w:rPr>
          <w:rFonts w:ascii="Times New Roman" w:hAnsi="Times New Roman" w:cs="Times New Roman"/>
          <w:b w:val="0"/>
          <w:sz w:val="28"/>
          <w:szCs w:val="28"/>
        </w:rPr>
        <w:t>в сфере благоустройства на территории Мглинского городского поселения Мглинского района Брянской области на 2023 год и на плановый период 2024 и 2025 годов.</w:t>
      </w:r>
    </w:p>
    <w:p w:rsidR="00607FD1" w:rsidRPr="002D7BEE" w:rsidRDefault="00607FD1" w:rsidP="00C44DF2">
      <w:pPr>
        <w:pStyle w:val="ConsPlusTitle"/>
        <w:widowControl/>
        <w:tabs>
          <w:tab w:val="left" w:pos="993"/>
          <w:tab w:val="left" w:pos="1276"/>
        </w:tabs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7BEE">
        <w:rPr>
          <w:rFonts w:ascii="Times New Roman" w:hAnsi="Times New Roman" w:cs="Times New Roman"/>
          <w:b w:val="0"/>
          <w:spacing w:val="-12"/>
          <w:sz w:val="28"/>
          <w:szCs w:val="28"/>
        </w:rPr>
        <w:t>2.</w:t>
      </w:r>
      <w:r w:rsidRPr="002D7BEE"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Утвердить текст Соглашения </w:t>
      </w:r>
      <w:r w:rsidRPr="002D7BEE">
        <w:rPr>
          <w:rFonts w:ascii="Times New Roman" w:hAnsi="Times New Roman" w:cs="Times New Roman"/>
          <w:b w:val="0"/>
          <w:bCs w:val="0"/>
          <w:sz w:val="28"/>
          <w:szCs w:val="28"/>
        </w:rPr>
        <w:t>о приеме-передаче  полномочий</w:t>
      </w:r>
      <w:r w:rsidRPr="005B7912">
        <w:t xml:space="preserve"> </w:t>
      </w:r>
      <w:r w:rsidRPr="005B7912">
        <w:rPr>
          <w:rFonts w:ascii="Times New Roman" w:hAnsi="Times New Roman" w:cs="Times New Roman"/>
          <w:b w:val="0"/>
          <w:sz w:val="28"/>
          <w:szCs w:val="28"/>
        </w:rPr>
        <w:t>указанных в пункте первом настоящего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Решения</w:t>
      </w:r>
      <w:r>
        <w:t xml:space="preserve"> </w:t>
      </w:r>
      <w:r w:rsidRPr="002D7BEE">
        <w:rPr>
          <w:rFonts w:ascii="Times New Roman" w:hAnsi="Times New Roman" w:cs="Times New Roman"/>
          <w:b w:val="0"/>
          <w:sz w:val="28"/>
          <w:szCs w:val="28"/>
        </w:rPr>
        <w:t>согласно п</w:t>
      </w:r>
      <w:r>
        <w:rPr>
          <w:rFonts w:ascii="Times New Roman" w:hAnsi="Times New Roman" w:cs="Times New Roman"/>
          <w:b w:val="0"/>
          <w:sz w:val="28"/>
          <w:szCs w:val="28"/>
        </w:rPr>
        <w:t>риложению 1</w:t>
      </w:r>
      <w:r w:rsidRPr="002D7BE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07FD1" w:rsidRDefault="00607FD1" w:rsidP="00C44DF2">
      <w:pPr>
        <w:shd w:val="clear" w:color="auto" w:fill="FFFFFF"/>
        <w:tabs>
          <w:tab w:val="left" w:pos="1056"/>
        </w:tabs>
        <w:spacing w:line="322" w:lineRule="exact"/>
        <w:ind w:left="5" w:right="10" w:firstLine="562"/>
        <w:jc w:val="both"/>
        <w:rPr>
          <w:sz w:val="28"/>
          <w:szCs w:val="28"/>
        </w:rPr>
      </w:pPr>
      <w:r w:rsidRPr="00C44DF2">
        <w:rPr>
          <w:spacing w:val="-15"/>
          <w:sz w:val="28"/>
          <w:szCs w:val="28"/>
        </w:rPr>
        <w:t>3.</w:t>
      </w:r>
      <w:r w:rsidRPr="00C44DF2">
        <w:rPr>
          <w:sz w:val="28"/>
          <w:szCs w:val="28"/>
        </w:rPr>
        <w:tab/>
        <w:t xml:space="preserve"> Главе города Мглина заключить с Администрацией Мглинского района Соглашение о передаче полномочий, указанных в пункте п</w:t>
      </w:r>
      <w:r>
        <w:rPr>
          <w:sz w:val="28"/>
          <w:szCs w:val="28"/>
        </w:rPr>
        <w:t>ервом настоящего решения на 2023 год и плановый период 2024 и 2025 годов.</w:t>
      </w:r>
    </w:p>
    <w:p w:rsidR="00607FD1" w:rsidRDefault="00607FD1" w:rsidP="00C44DF2">
      <w:pPr>
        <w:shd w:val="clear" w:color="auto" w:fill="FFFFFF"/>
        <w:spacing w:line="322" w:lineRule="exact"/>
        <w:ind w:left="14" w:firstLine="53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44DF2">
        <w:rPr>
          <w:sz w:val="28"/>
          <w:szCs w:val="28"/>
        </w:rPr>
        <w:t xml:space="preserve">. Финансовое обеспечение полномочий, указанных в пункте 1 настоящего решения, осуществлять путем предоставления бюджету Мглинского муниципального района Брянской области иных межбюджетных трансфертов, предусмотренных в составе бюджета Мглинского городского поселения Мглинского муниципального района Брянской области </w:t>
      </w:r>
      <w:r>
        <w:rPr>
          <w:sz w:val="28"/>
          <w:szCs w:val="28"/>
        </w:rPr>
        <w:t>на  2023 год  и плановый период 2024 и 2025 годов</w:t>
      </w:r>
      <w:r w:rsidRPr="00C44DF2">
        <w:rPr>
          <w:sz w:val="28"/>
          <w:szCs w:val="28"/>
        </w:rPr>
        <w:t>.</w:t>
      </w:r>
    </w:p>
    <w:p w:rsidR="00607FD1" w:rsidRPr="00C44DF2" w:rsidRDefault="00607FD1" w:rsidP="00C44DF2">
      <w:pPr>
        <w:shd w:val="clear" w:color="auto" w:fill="FFFFFF"/>
        <w:spacing w:line="322" w:lineRule="exact"/>
        <w:ind w:left="14" w:firstLine="538"/>
        <w:jc w:val="both"/>
        <w:rPr>
          <w:sz w:val="28"/>
          <w:szCs w:val="28"/>
        </w:rPr>
      </w:pPr>
    </w:p>
    <w:p w:rsidR="00607FD1" w:rsidRDefault="00607FD1" w:rsidP="002B50C9">
      <w:pPr>
        <w:shd w:val="clear" w:color="auto" w:fill="FFFFFF"/>
        <w:spacing w:line="312" w:lineRule="exact"/>
        <w:ind w:firstLine="709"/>
        <w:jc w:val="both"/>
        <w:rPr>
          <w:sz w:val="28"/>
          <w:szCs w:val="28"/>
        </w:rPr>
      </w:pPr>
      <w:r w:rsidRPr="00C44DF2">
        <w:rPr>
          <w:spacing w:val="-2"/>
          <w:sz w:val="28"/>
          <w:szCs w:val="28"/>
        </w:rPr>
        <w:t>5. Утвердить Порядок</w:t>
      </w:r>
      <w:r>
        <w:rPr>
          <w:spacing w:val="-2"/>
          <w:sz w:val="28"/>
          <w:szCs w:val="28"/>
        </w:rPr>
        <w:t xml:space="preserve"> </w:t>
      </w:r>
      <w:r w:rsidRPr="00C44DF2">
        <w:rPr>
          <w:spacing w:val="-2"/>
          <w:sz w:val="28"/>
          <w:szCs w:val="28"/>
        </w:rPr>
        <w:t xml:space="preserve">предоставления иных межбюджетных трансфертов </w:t>
      </w:r>
      <w:r w:rsidRPr="00C44DF2">
        <w:rPr>
          <w:sz w:val="28"/>
          <w:szCs w:val="28"/>
        </w:rPr>
        <w:t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указанных в пункте первом настоящего решения</w:t>
      </w:r>
      <w:r>
        <w:rPr>
          <w:sz w:val="28"/>
          <w:szCs w:val="28"/>
        </w:rPr>
        <w:t>,</w:t>
      </w:r>
      <w:r w:rsidRPr="00C44DF2">
        <w:rPr>
          <w:sz w:val="28"/>
          <w:szCs w:val="28"/>
        </w:rPr>
        <w:t xml:space="preserve"> согласно приложению 2.</w:t>
      </w:r>
    </w:p>
    <w:p w:rsidR="00607FD1" w:rsidRDefault="00607FD1" w:rsidP="00C44DF2">
      <w:pPr>
        <w:shd w:val="clear" w:color="auto" w:fill="FFFFFF"/>
        <w:spacing w:line="322" w:lineRule="exact"/>
        <w:ind w:left="10" w:right="10" w:firstLine="576"/>
        <w:jc w:val="both"/>
        <w:rPr>
          <w:sz w:val="28"/>
          <w:szCs w:val="28"/>
        </w:rPr>
      </w:pPr>
      <w:r w:rsidRPr="00C44DF2">
        <w:rPr>
          <w:spacing w:val="-2"/>
          <w:sz w:val="28"/>
          <w:szCs w:val="28"/>
        </w:rPr>
        <w:t>6. Утвердить Методику расчета иных межбюджетных трансфертов</w:t>
      </w:r>
      <w:r>
        <w:rPr>
          <w:spacing w:val="-2"/>
          <w:sz w:val="28"/>
          <w:szCs w:val="28"/>
        </w:rPr>
        <w:t>,</w:t>
      </w:r>
      <w:r w:rsidRPr="00C44DF2">
        <w:rPr>
          <w:spacing w:val="-2"/>
          <w:sz w:val="28"/>
          <w:szCs w:val="28"/>
        </w:rPr>
        <w:t xml:space="preserve"> предоставляемых </w:t>
      </w:r>
      <w:r w:rsidRPr="00C44DF2">
        <w:rPr>
          <w:sz w:val="28"/>
          <w:szCs w:val="28"/>
        </w:rPr>
        <w:t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указанных в пункте первом настоящего решения согласно приложению 3.</w:t>
      </w:r>
    </w:p>
    <w:p w:rsidR="00607FD1" w:rsidRPr="00C44DF2" w:rsidRDefault="00607FD1" w:rsidP="00C44DF2">
      <w:pPr>
        <w:shd w:val="clear" w:color="auto" w:fill="FFFFFF"/>
        <w:spacing w:line="322" w:lineRule="exact"/>
        <w:ind w:left="14" w:right="5" w:firstLine="576"/>
        <w:jc w:val="both"/>
        <w:rPr>
          <w:spacing w:val="-1"/>
          <w:sz w:val="28"/>
          <w:szCs w:val="28"/>
        </w:rPr>
      </w:pPr>
      <w:r w:rsidRPr="00C44DF2">
        <w:rPr>
          <w:sz w:val="28"/>
          <w:szCs w:val="28"/>
        </w:rPr>
        <w:t xml:space="preserve">7. Размер иных межбюджетных трансфертов, предоставляемых из бюджета Мглинского городского поселения Мглинского муниципального района Брянской области в бюджет Мглинского муниципального района Брянской </w:t>
      </w:r>
      <w:r w:rsidRPr="005F5766">
        <w:rPr>
          <w:sz w:val="28"/>
          <w:szCs w:val="28"/>
        </w:rPr>
        <w:t>области на осуществление полномочий указанных в пункте первом настоящего решения, на</w:t>
      </w:r>
      <w:r w:rsidRPr="00C44DF2">
        <w:rPr>
          <w:sz w:val="28"/>
          <w:szCs w:val="28"/>
        </w:rPr>
        <w:t xml:space="preserve"> очередной финансовый год устанавливается в </w:t>
      </w:r>
      <w:r w:rsidRPr="00C44DF2">
        <w:rPr>
          <w:spacing w:val="-1"/>
          <w:sz w:val="28"/>
          <w:szCs w:val="28"/>
        </w:rPr>
        <w:t xml:space="preserve">соответствии с </w:t>
      </w:r>
      <w:r w:rsidRPr="00E66D2A">
        <w:rPr>
          <w:spacing w:val="-1"/>
          <w:sz w:val="28"/>
          <w:szCs w:val="28"/>
        </w:rPr>
        <w:t xml:space="preserve">Методикой расчета </w:t>
      </w:r>
      <w:r w:rsidRPr="00C44DF2">
        <w:rPr>
          <w:spacing w:val="-1"/>
          <w:sz w:val="28"/>
          <w:szCs w:val="28"/>
        </w:rPr>
        <w:t>иных межбюджетных трансфертов.</w:t>
      </w:r>
    </w:p>
    <w:p w:rsidR="00607FD1" w:rsidRDefault="00607FD1" w:rsidP="00C44DF2">
      <w:pPr>
        <w:shd w:val="clear" w:color="auto" w:fill="FFFFFF"/>
        <w:spacing w:line="322" w:lineRule="exact"/>
        <w:ind w:left="14" w:right="5" w:firstLine="576"/>
        <w:jc w:val="both"/>
        <w:rPr>
          <w:sz w:val="28"/>
          <w:szCs w:val="28"/>
        </w:rPr>
      </w:pPr>
      <w:r w:rsidRPr="00C44DF2">
        <w:rPr>
          <w:sz w:val="28"/>
          <w:szCs w:val="28"/>
        </w:rPr>
        <w:t xml:space="preserve">8. Настоящее решение вступает в силу </w:t>
      </w:r>
      <w:r>
        <w:rPr>
          <w:sz w:val="28"/>
          <w:szCs w:val="28"/>
        </w:rPr>
        <w:t xml:space="preserve">с </w:t>
      </w:r>
      <w:smartTag w:uri="urn:schemas-microsoft-com:office:smarttags" w:element="date">
        <w:smartTagPr>
          <w:attr w:name="Year" w:val="2023"/>
          <w:attr w:name="Day" w:val="01"/>
          <w:attr w:name="Month" w:val="1"/>
          <w:attr w:name="ls" w:val="trans"/>
        </w:smartTagPr>
        <w:r>
          <w:rPr>
            <w:sz w:val="28"/>
            <w:szCs w:val="28"/>
          </w:rPr>
          <w:t>01 января 2023 года</w:t>
        </w:r>
      </w:smartTag>
      <w:r w:rsidRPr="00C44DF2">
        <w:rPr>
          <w:sz w:val="28"/>
          <w:szCs w:val="28"/>
        </w:rPr>
        <w:t>.</w:t>
      </w:r>
    </w:p>
    <w:p w:rsidR="00607FD1" w:rsidRPr="00C44DF2" w:rsidRDefault="00607FD1" w:rsidP="00C44DF2">
      <w:pPr>
        <w:shd w:val="clear" w:color="auto" w:fill="FFFFFF"/>
        <w:spacing w:line="322" w:lineRule="exact"/>
        <w:ind w:left="14" w:right="5" w:firstLine="5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Признать утратившим силу с </w:t>
      </w:r>
      <w:smartTag w:uri="urn:schemas-microsoft-com:office:smarttags" w:element="date">
        <w:smartTagPr>
          <w:attr w:name="Year" w:val="2023"/>
          <w:attr w:name="Day" w:val="1"/>
          <w:attr w:name="Month" w:val="1"/>
          <w:attr w:name="ls" w:val="trans"/>
        </w:smartTagPr>
        <w:r>
          <w:rPr>
            <w:sz w:val="28"/>
            <w:szCs w:val="28"/>
          </w:rPr>
          <w:t>1 января 2023 года</w:t>
        </w:r>
      </w:smartTag>
      <w:r>
        <w:rPr>
          <w:sz w:val="28"/>
          <w:szCs w:val="28"/>
        </w:rPr>
        <w:t xml:space="preserve"> решение Совета народных депутатов города Мглина от </w:t>
      </w:r>
      <w:smartTag w:uri="urn:schemas-microsoft-com:office:smarttags" w:element="date">
        <w:smartTagPr>
          <w:attr w:name="Year" w:val="2022"/>
          <w:attr w:name="Day" w:val="25"/>
          <w:attr w:name="Month" w:val="08"/>
          <w:attr w:name="ls" w:val="trans"/>
        </w:smartTagPr>
        <w:r>
          <w:rPr>
            <w:sz w:val="28"/>
            <w:szCs w:val="28"/>
          </w:rPr>
          <w:t>25.08.2022</w:t>
        </w:r>
      </w:smartTag>
      <w:r>
        <w:rPr>
          <w:sz w:val="28"/>
          <w:szCs w:val="28"/>
        </w:rPr>
        <w:t xml:space="preserve"> г. №4/126 «О передаче администрации Мглинского района полномочий по осуществлению муниципального контроля в сфере благоустройства на территории Мглинского городского поселения Мглинского района Брянской области».</w:t>
      </w:r>
      <w:bookmarkStart w:id="0" w:name="_GoBack"/>
      <w:bookmarkEnd w:id="0"/>
    </w:p>
    <w:p w:rsidR="00607FD1" w:rsidRPr="00C44DF2" w:rsidRDefault="00607FD1" w:rsidP="00C44DF2">
      <w:pPr>
        <w:shd w:val="clear" w:color="auto" w:fill="FFFFFF"/>
        <w:spacing w:before="19" w:line="312" w:lineRule="exact"/>
        <w:ind w:left="10" w:firstLine="58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44DF2">
        <w:rPr>
          <w:sz w:val="28"/>
          <w:szCs w:val="28"/>
        </w:rPr>
        <w:t>. Настоящее решение подлежит опубликованию в официальном печатном издании «Муниципальный вестник» и размещению на официальном сайте администрации Мглинского района в сети «Интернет».</w:t>
      </w:r>
    </w:p>
    <w:p w:rsidR="00607FD1" w:rsidRPr="00C44DF2" w:rsidRDefault="00607FD1" w:rsidP="00C44D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7FD1" w:rsidRDefault="00607FD1" w:rsidP="00C44D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7FD1" w:rsidRPr="00451830" w:rsidRDefault="00607FD1" w:rsidP="00C44DF2">
      <w:pPr>
        <w:pStyle w:val="ConsPlusNormal"/>
        <w:widowControl/>
        <w:ind w:firstLine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города Мглина </w:t>
      </w:r>
      <w:r w:rsidRPr="004403E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Г.Ф. Подвербный </w:t>
      </w: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Default="00607F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607FD1" w:rsidRPr="00026F2B" w:rsidRDefault="00607FD1" w:rsidP="00DF6339">
      <w:pPr>
        <w:shd w:val="clear" w:color="auto" w:fill="FFFFFF"/>
        <w:spacing w:line="312" w:lineRule="exact"/>
        <w:ind w:left="192" w:firstLine="12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Pr="00026F2B">
        <w:rPr>
          <w:sz w:val="28"/>
          <w:szCs w:val="28"/>
        </w:rPr>
        <w:t xml:space="preserve"> </w:t>
      </w:r>
    </w:p>
    <w:p w:rsidR="00607FD1" w:rsidRPr="00026F2B" w:rsidRDefault="00607FD1" w:rsidP="00DF6339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026F2B">
        <w:rPr>
          <w:sz w:val="28"/>
          <w:szCs w:val="28"/>
        </w:rPr>
        <w:t>к решению Совета народных депутатов</w:t>
      </w:r>
    </w:p>
    <w:p w:rsidR="00607FD1" w:rsidRDefault="00607FD1" w:rsidP="00DF6339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026F2B">
        <w:rPr>
          <w:sz w:val="28"/>
          <w:szCs w:val="28"/>
        </w:rPr>
        <w:t>г</w:t>
      </w:r>
      <w:r>
        <w:rPr>
          <w:sz w:val="28"/>
          <w:szCs w:val="28"/>
        </w:rPr>
        <w:t xml:space="preserve">орода Мглина от </w:t>
      </w:r>
      <w:smartTag w:uri="urn:schemas-microsoft-com:office:smarttags" w:element="time">
        <w:smartTagPr>
          <w:attr w:name="Minute" w:val="12"/>
          <w:attr w:name="Hour" w:val="15"/>
        </w:smartTagPr>
        <w:r>
          <w:rPr>
            <w:sz w:val="28"/>
            <w:szCs w:val="28"/>
          </w:rPr>
          <w:t>15.12.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2 г"/>
        </w:smartTagPr>
        <w:r>
          <w:rPr>
            <w:sz w:val="28"/>
            <w:szCs w:val="28"/>
          </w:rPr>
          <w:t>2022</w:t>
        </w:r>
        <w:r w:rsidRPr="00026F2B"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026F2B">
        <w:rPr>
          <w:sz w:val="28"/>
          <w:szCs w:val="28"/>
        </w:rPr>
        <w:t xml:space="preserve"> №</w:t>
      </w:r>
      <w:r>
        <w:rPr>
          <w:sz w:val="28"/>
          <w:szCs w:val="28"/>
        </w:rPr>
        <w:t>4/137</w:t>
      </w:r>
      <w:r w:rsidRPr="00026F2B">
        <w:rPr>
          <w:sz w:val="28"/>
          <w:szCs w:val="28"/>
        </w:rPr>
        <w:t xml:space="preserve">  </w:t>
      </w:r>
    </w:p>
    <w:p w:rsidR="00607FD1" w:rsidRDefault="00607FD1" w:rsidP="00A1254C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607FD1" w:rsidRDefault="00607FD1" w:rsidP="00A1254C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607FD1" w:rsidRDefault="00607FD1" w:rsidP="00A1254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приеме-передаче полномочий по осуществлению  муниципального </w:t>
      </w:r>
      <w:r w:rsidRPr="0093343C">
        <w:rPr>
          <w:b/>
          <w:sz w:val="28"/>
          <w:szCs w:val="28"/>
        </w:rPr>
        <w:t>контроля</w:t>
      </w:r>
      <w:r w:rsidRPr="00942957">
        <w:rPr>
          <w:b/>
          <w:sz w:val="28"/>
          <w:szCs w:val="28"/>
        </w:rPr>
        <w:t xml:space="preserve"> в сфере благоустройства на территории Мглинского городского поселения Мглинского района Брянской области</w:t>
      </w:r>
      <w:r>
        <w:rPr>
          <w:b/>
          <w:sz w:val="28"/>
          <w:szCs w:val="28"/>
        </w:rPr>
        <w:t xml:space="preserve"> на 2023 год и на плановый период 2024 и 2025 годов</w:t>
      </w:r>
    </w:p>
    <w:p w:rsidR="00607FD1" w:rsidRPr="0093343C" w:rsidRDefault="00607FD1" w:rsidP="00A1254C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07FD1" w:rsidRPr="002B743B" w:rsidRDefault="00607FD1" w:rsidP="00A1254C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 Мглин                                                                                            </w:t>
      </w:r>
      <w:smartTag w:uri="urn:schemas-microsoft-com:office:smarttags" w:element="time">
        <w:smartTagPr>
          <w:attr w:name="Minute" w:val="12"/>
          <w:attr w:name="Hour" w:val="15"/>
        </w:smartTagPr>
        <w:r>
          <w:rPr>
            <w:sz w:val="28"/>
            <w:szCs w:val="28"/>
          </w:rPr>
          <w:t>15.12.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2 г"/>
        </w:smartTagPr>
        <w:r>
          <w:rPr>
            <w:sz w:val="28"/>
            <w:szCs w:val="28"/>
          </w:rPr>
          <w:t>2022 г</w:t>
        </w:r>
      </w:smartTag>
      <w:r>
        <w:rPr>
          <w:sz w:val="28"/>
          <w:szCs w:val="28"/>
        </w:rPr>
        <w:t>.</w:t>
      </w:r>
    </w:p>
    <w:p w:rsidR="00607FD1" w:rsidRDefault="00607FD1" w:rsidP="00A1254C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Подвербного Геннадия Федоровича,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>
          <w:rPr>
            <w:sz w:val="28"/>
            <w:szCs w:val="28"/>
          </w:rPr>
          <w:t>06.10.2003</w:t>
        </w:r>
      </w:smartTag>
      <w:r>
        <w:rPr>
          <w:sz w:val="28"/>
          <w:szCs w:val="28"/>
        </w:rPr>
        <w:t xml:space="preserve">г. №131-Ф3 «Об общих принципах организации местного самоуправления в Российской Федерации», </w:t>
      </w:r>
      <w:r w:rsidRPr="00FF7147"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FF7147">
          <w:rPr>
            <w:sz w:val="28"/>
            <w:szCs w:val="28"/>
          </w:rPr>
          <w:t>31.07.2020</w:t>
        </w:r>
      </w:smartTag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Совета народных депутатов города Мглина и решения Мглинского районного Совета народных депутатов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607FD1" w:rsidRDefault="00607FD1" w:rsidP="00A1254C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607FD1" w:rsidRDefault="00607FD1" w:rsidP="00A1254C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607FD1" w:rsidRDefault="00607FD1" w:rsidP="00A1254C">
      <w:pPr>
        <w:shd w:val="clear" w:color="auto" w:fill="FFFFFF"/>
        <w:ind w:left="3326"/>
      </w:pPr>
    </w:p>
    <w:p w:rsidR="00607FD1" w:rsidRDefault="00607FD1" w:rsidP="00A1254C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 w:rsidRPr="005F5766"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 w:rsidRPr="005F5766">
        <w:rPr>
          <w:sz w:val="28"/>
          <w:szCs w:val="28"/>
        </w:rPr>
        <w:t xml:space="preserve">полномочий по </w:t>
      </w:r>
      <w:r w:rsidRPr="005F5766">
        <w:rPr>
          <w:bCs/>
          <w:sz w:val="28"/>
          <w:szCs w:val="28"/>
        </w:rPr>
        <w:t>осуществлению  муниципального</w:t>
      </w:r>
      <w:r w:rsidRPr="005F5766">
        <w:rPr>
          <w:sz w:val="28"/>
          <w:szCs w:val="28"/>
        </w:rPr>
        <w:t xml:space="preserve"> контроля в сфере благоустройства на территории Мглинского городского поселения Мглинского района Брянской области на 2023 год и на плановый период 2024 и 2025 годов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607FD1" w:rsidRDefault="00607FD1" w:rsidP="00A1254C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</w:r>
      <w:r w:rsidRPr="005F5766">
        <w:rPr>
          <w:sz w:val="28"/>
          <w:szCs w:val="28"/>
        </w:rPr>
        <w:t xml:space="preserve">Администрации Мглинского района передаются полномочия по </w:t>
      </w:r>
      <w:r w:rsidRPr="005F5766">
        <w:rPr>
          <w:bCs/>
          <w:sz w:val="28"/>
          <w:szCs w:val="28"/>
        </w:rPr>
        <w:t>осуществлению  муниципального</w:t>
      </w:r>
      <w:r w:rsidRPr="005F5766">
        <w:rPr>
          <w:sz w:val="28"/>
          <w:szCs w:val="28"/>
        </w:rPr>
        <w:t xml:space="preserve"> контроля в сфере благоустройства на территории Мглинского городского поселения  Мглинского района Брянской области на 2023 год и на плановый период 2024 и 2025 годов в</w:t>
      </w:r>
      <w:r>
        <w:rPr>
          <w:sz w:val="28"/>
          <w:szCs w:val="28"/>
        </w:rPr>
        <w:t xml:space="preserve"> соответствии с 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>
          <w:rPr>
            <w:sz w:val="28"/>
            <w:szCs w:val="28"/>
          </w:rPr>
          <w:t>31.07.2020</w:t>
        </w:r>
      </w:smartTag>
      <w:r>
        <w:rPr>
          <w:sz w:val="28"/>
          <w:szCs w:val="28"/>
        </w:rPr>
        <w:t>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607FD1" w:rsidRDefault="00607FD1" w:rsidP="00A1254C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Мглинского городского поселения</w:t>
      </w:r>
    </w:p>
    <w:p w:rsidR="00607FD1" w:rsidRDefault="00607FD1" w:rsidP="00A1254C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607FD1" w:rsidRDefault="00607FD1" w:rsidP="00A1254C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Мглинского городского поселения:</w:t>
      </w:r>
    </w:p>
    <w:p w:rsidR="00607FD1" w:rsidRDefault="00607FD1" w:rsidP="00A1254C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607FD1" w:rsidRDefault="00607FD1" w:rsidP="00A1254C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607FD1" w:rsidRDefault="00607FD1" w:rsidP="00A1254C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607FD1" w:rsidRPr="005F5766" w:rsidRDefault="00607FD1" w:rsidP="00A1254C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 xml:space="preserve">полномочий, </w:t>
      </w:r>
      <w:r w:rsidRPr="005F5766">
        <w:rPr>
          <w:spacing w:val="-1"/>
          <w:sz w:val="28"/>
          <w:szCs w:val="28"/>
        </w:rPr>
        <w:t>предусмотренных в п. 1.1. настоящего Соглашения;</w:t>
      </w:r>
    </w:p>
    <w:p w:rsidR="00607FD1" w:rsidRPr="00983FE1" w:rsidRDefault="00607FD1" w:rsidP="00A1254C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 xml:space="preserve">муниципального контроля </w:t>
      </w:r>
      <w:r w:rsidRPr="0094393D">
        <w:rPr>
          <w:sz w:val="28"/>
          <w:szCs w:val="28"/>
        </w:rPr>
        <w:t>в сфере благоустройства на территории Мглинского городского поселения Мглинского района Брянской области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983FE1">
          <w:rPr>
            <w:sz w:val="28"/>
            <w:szCs w:val="28"/>
          </w:rPr>
          <w:t>31.07.2020</w:t>
        </w:r>
      </w:smartTag>
      <w:r>
        <w:rPr>
          <w:sz w:val="28"/>
          <w:szCs w:val="28"/>
        </w:rPr>
        <w:t xml:space="preserve"> г. </w:t>
      </w:r>
      <w:r w:rsidRPr="0051657C">
        <w:rPr>
          <w:sz w:val="28"/>
          <w:szCs w:val="28"/>
        </w:rPr>
        <w:t>№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607FD1" w:rsidRDefault="00607FD1" w:rsidP="00A1254C">
      <w:pPr>
        <w:shd w:val="clear" w:color="auto" w:fill="FFFFFF"/>
        <w:tabs>
          <w:tab w:val="left" w:pos="709"/>
        </w:tabs>
        <w:spacing w:line="317" w:lineRule="exact"/>
        <w:ind w:right="43" w:firstLine="709"/>
        <w:rPr>
          <w:spacing w:val="-6"/>
          <w:sz w:val="28"/>
          <w:szCs w:val="28"/>
        </w:rPr>
      </w:pPr>
    </w:p>
    <w:p w:rsidR="00607FD1" w:rsidRDefault="00607FD1" w:rsidP="00A1254C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b/>
          <w:bCs/>
          <w:sz w:val="28"/>
          <w:szCs w:val="28"/>
        </w:rPr>
        <w:t>3. Полномочия и обязанности Администрации  Мглинского района</w:t>
      </w:r>
    </w:p>
    <w:p w:rsidR="00607FD1" w:rsidRDefault="00607FD1" w:rsidP="00A1254C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607FD1" w:rsidRDefault="00607FD1" w:rsidP="00A1254C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 1 настоящего Соглашения;</w:t>
      </w:r>
    </w:p>
    <w:p w:rsidR="00607FD1" w:rsidRDefault="00607FD1" w:rsidP="00A1254C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607FD1" w:rsidRDefault="00607FD1" w:rsidP="00A1254C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607FD1" w:rsidRPr="00796BFA" w:rsidRDefault="00607FD1" w:rsidP="00A1254C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607FD1" w:rsidRDefault="00607FD1" w:rsidP="00A1254C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607FD1" w:rsidRDefault="00607FD1" w:rsidP="00A1254C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607FD1" w:rsidRDefault="00607FD1" w:rsidP="00A53DE4">
      <w:pPr>
        <w:shd w:val="clear" w:color="auto" w:fill="FFFFFF"/>
        <w:spacing w:before="317"/>
        <w:ind w:left="2246"/>
        <w:rPr>
          <w:b/>
          <w:bCs/>
          <w:spacing w:val="-3"/>
          <w:sz w:val="28"/>
          <w:szCs w:val="28"/>
        </w:rPr>
      </w:pPr>
    </w:p>
    <w:p w:rsidR="00607FD1" w:rsidRPr="005F5766" w:rsidRDefault="00607FD1" w:rsidP="00A53DE4">
      <w:pPr>
        <w:shd w:val="clear" w:color="auto" w:fill="FFFFFF"/>
        <w:spacing w:before="317"/>
        <w:ind w:left="2246"/>
      </w:pPr>
      <w:r w:rsidRPr="005F5766"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607FD1" w:rsidRPr="005F5766" w:rsidRDefault="00607FD1" w:rsidP="00A53DE4">
      <w:pPr>
        <w:shd w:val="clear" w:color="auto" w:fill="FFFFFF"/>
        <w:ind w:firstLine="567"/>
        <w:jc w:val="both"/>
        <w:rPr>
          <w:sz w:val="28"/>
          <w:szCs w:val="28"/>
        </w:rPr>
      </w:pPr>
      <w:r w:rsidRPr="005F5766">
        <w:rPr>
          <w:spacing w:val="-1"/>
          <w:sz w:val="28"/>
          <w:szCs w:val="28"/>
        </w:rPr>
        <w:t xml:space="preserve">4.1. Финансовое обеспечение передаваемых полномочий </w:t>
      </w:r>
      <w:r w:rsidRPr="005F5766">
        <w:rPr>
          <w:sz w:val="28"/>
          <w:szCs w:val="28"/>
        </w:rPr>
        <w:t xml:space="preserve">по </w:t>
      </w:r>
      <w:r w:rsidRPr="005F5766">
        <w:rPr>
          <w:bCs/>
          <w:sz w:val="28"/>
          <w:szCs w:val="28"/>
        </w:rPr>
        <w:t>осуществлению  муниципального</w:t>
      </w:r>
      <w:r w:rsidRPr="005F5766">
        <w:rPr>
          <w:sz w:val="28"/>
          <w:szCs w:val="28"/>
        </w:rPr>
        <w:t xml:space="preserve"> контроля в сфере благоустройства на территории Мглинского городского поселения Мглинского района Брянской области на 2023 год и на плановый период 2024 и 2025 годов</w:t>
      </w:r>
      <w:r w:rsidRPr="005F5766">
        <w:rPr>
          <w:b/>
          <w:sz w:val="28"/>
          <w:szCs w:val="28"/>
        </w:rPr>
        <w:t xml:space="preserve"> </w:t>
      </w:r>
      <w:r w:rsidRPr="005F5766">
        <w:rPr>
          <w:spacing w:val="-1"/>
          <w:sz w:val="28"/>
          <w:szCs w:val="28"/>
        </w:rPr>
        <w:t xml:space="preserve">осуществляется </w:t>
      </w:r>
      <w:r w:rsidRPr="005F5766"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 w:rsidRPr="005F5766"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 w:rsidRPr="005F5766">
        <w:rPr>
          <w:sz w:val="28"/>
          <w:szCs w:val="28"/>
        </w:rPr>
        <w:t>межбюджетных трансфертов из бюджета 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полномочий,</w:t>
      </w:r>
      <w:r w:rsidRPr="005F5766">
        <w:rPr>
          <w:b/>
          <w:i/>
          <w:sz w:val="28"/>
          <w:szCs w:val="28"/>
        </w:rPr>
        <w:t xml:space="preserve"> </w:t>
      </w:r>
      <w:r w:rsidRPr="005F5766">
        <w:rPr>
          <w:sz w:val="28"/>
          <w:szCs w:val="28"/>
        </w:rPr>
        <w:t>указанных в п. 1.1. настоящего Соглашения утвержденного решением Совета народных депутатов города Мглина.</w:t>
      </w:r>
    </w:p>
    <w:p w:rsidR="00607FD1" w:rsidRPr="005F5766" w:rsidRDefault="00607FD1" w:rsidP="00A53DE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5F5766">
        <w:rPr>
          <w:color w:val="000000"/>
          <w:sz w:val="28"/>
          <w:szCs w:val="28"/>
        </w:rPr>
        <w:t xml:space="preserve">4.2. Объем  иных межбюджетных трансфертов передаваемых на реализацию полномочий, указанных в п.1.1. настоящего Соглашения составляет: </w:t>
      </w:r>
    </w:p>
    <w:p w:rsidR="00607FD1" w:rsidRPr="005F5766" w:rsidRDefault="00607FD1" w:rsidP="00A53DE4">
      <w:pPr>
        <w:shd w:val="clear" w:color="auto" w:fill="FFFFFF"/>
        <w:jc w:val="both"/>
        <w:rPr>
          <w:color w:val="000000"/>
          <w:sz w:val="28"/>
          <w:szCs w:val="28"/>
        </w:rPr>
      </w:pPr>
      <w:r w:rsidRPr="005F5766">
        <w:rPr>
          <w:color w:val="000000"/>
          <w:sz w:val="28"/>
          <w:szCs w:val="28"/>
        </w:rPr>
        <w:t xml:space="preserve">         2023 год - </w:t>
      </w:r>
      <w:r w:rsidRPr="005F5766">
        <w:rPr>
          <w:sz w:val="28"/>
          <w:szCs w:val="28"/>
        </w:rPr>
        <w:t>6327,00 рублей</w:t>
      </w:r>
      <w:r w:rsidRPr="005F5766">
        <w:rPr>
          <w:color w:val="000000"/>
          <w:sz w:val="28"/>
          <w:szCs w:val="28"/>
        </w:rPr>
        <w:t>;</w:t>
      </w:r>
    </w:p>
    <w:p w:rsidR="00607FD1" w:rsidRPr="005F5766" w:rsidRDefault="00607FD1" w:rsidP="00A53DE4">
      <w:pPr>
        <w:shd w:val="clear" w:color="auto" w:fill="FFFFFF"/>
        <w:jc w:val="both"/>
        <w:rPr>
          <w:color w:val="000000"/>
          <w:sz w:val="28"/>
          <w:szCs w:val="28"/>
        </w:rPr>
      </w:pPr>
      <w:r w:rsidRPr="005F5766">
        <w:rPr>
          <w:color w:val="000000"/>
          <w:sz w:val="28"/>
          <w:szCs w:val="28"/>
        </w:rPr>
        <w:t xml:space="preserve">         2024 год - </w:t>
      </w:r>
      <w:r w:rsidRPr="005F5766">
        <w:rPr>
          <w:sz w:val="28"/>
          <w:szCs w:val="28"/>
        </w:rPr>
        <w:t>6327,00 рублей</w:t>
      </w:r>
      <w:r w:rsidRPr="005F5766">
        <w:rPr>
          <w:color w:val="000000"/>
          <w:sz w:val="28"/>
          <w:szCs w:val="28"/>
        </w:rPr>
        <w:t>;</w:t>
      </w:r>
    </w:p>
    <w:p w:rsidR="00607FD1" w:rsidRDefault="00607FD1" w:rsidP="00A53DE4">
      <w:pPr>
        <w:shd w:val="clear" w:color="auto" w:fill="FFFFFF"/>
        <w:jc w:val="both"/>
        <w:rPr>
          <w:color w:val="000000"/>
          <w:sz w:val="28"/>
          <w:szCs w:val="28"/>
        </w:rPr>
      </w:pPr>
      <w:r w:rsidRPr="005F5766">
        <w:rPr>
          <w:color w:val="000000"/>
          <w:sz w:val="28"/>
          <w:szCs w:val="28"/>
        </w:rPr>
        <w:t xml:space="preserve">         2025 год - </w:t>
      </w:r>
      <w:r w:rsidRPr="005F5766">
        <w:rPr>
          <w:sz w:val="28"/>
          <w:szCs w:val="28"/>
        </w:rPr>
        <w:t>6327,00 рублей.</w:t>
      </w:r>
      <w:r>
        <w:rPr>
          <w:color w:val="000000"/>
          <w:sz w:val="28"/>
          <w:szCs w:val="28"/>
        </w:rPr>
        <w:t xml:space="preserve"> </w:t>
      </w:r>
    </w:p>
    <w:p w:rsidR="00607FD1" w:rsidRDefault="00607FD1" w:rsidP="00A1254C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607FD1" w:rsidRDefault="00607FD1" w:rsidP="00A1254C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607FD1" w:rsidRDefault="00607FD1" w:rsidP="00A1254C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 надлежаще выполненные)полномочия.</w:t>
      </w:r>
    </w:p>
    <w:p w:rsidR="00607FD1" w:rsidRDefault="00607FD1" w:rsidP="00A1254C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Мглинским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607FD1" w:rsidRDefault="00607FD1" w:rsidP="00A1254C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607FD1" w:rsidRDefault="00607FD1" w:rsidP="00A1254C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607FD1" w:rsidRDefault="00607FD1" w:rsidP="00A1254C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 настоящего Соглашения.</w:t>
      </w:r>
    </w:p>
    <w:p w:rsidR="00607FD1" w:rsidRDefault="00607FD1" w:rsidP="00A1254C">
      <w:pPr>
        <w:ind w:firstLine="708"/>
        <w:jc w:val="both"/>
        <w:rPr>
          <w:color w:val="FF0000"/>
          <w:sz w:val="28"/>
          <w:szCs w:val="28"/>
        </w:rPr>
      </w:pPr>
      <w:r>
        <w:rPr>
          <w:spacing w:val="-2"/>
          <w:sz w:val="28"/>
          <w:szCs w:val="28"/>
        </w:rPr>
        <w:t xml:space="preserve">Полномочия по настоящему соглашению передаются </w:t>
      </w:r>
      <w:r>
        <w:rPr>
          <w:color w:val="000000"/>
          <w:sz w:val="28"/>
          <w:szCs w:val="28"/>
        </w:rPr>
        <w:t>на 2023 год и на плановый период 2024 и 2025 годов.</w:t>
      </w:r>
    </w:p>
    <w:p w:rsidR="00607FD1" w:rsidRDefault="00607FD1" w:rsidP="00A1254C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607FD1" w:rsidRDefault="00607FD1" w:rsidP="00A1254C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607FD1" w:rsidRDefault="00607FD1" w:rsidP="00A1254C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607FD1" w:rsidRDefault="00607FD1" w:rsidP="00A1254C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607FD1" w:rsidRDefault="00607FD1" w:rsidP="00A1254C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607FD1" w:rsidRDefault="00607FD1" w:rsidP="00A1254C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607FD1" w:rsidRDefault="00607FD1" w:rsidP="00A1254C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607FD1" w:rsidRDefault="00607FD1" w:rsidP="00A1254C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607FD1" w:rsidRPr="00790B15" w:rsidRDefault="00607FD1" w:rsidP="00A1254C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607FD1" w:rsidRDefault="00607FD1" w:rsidP="00A1254C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607FD1" w:rsidRDefault="00607FD1" w:rsidP="00A1254C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607FD1" w:rsidRDefault="00607FD1" w:rsidP="00A1254C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607FD1" w:rsidRPr="00790B15" w:rsidRDefault="00607FD1" w:rsidP="00A1254C">
      <w:pPr>
        <w:shd w:val="clear" w:color="auto" w:fill="FFFFFF"/>
        <w:rPr>
          <w:bCs/>
          <w:spacing w:val="-1"/>
          <w:sz w:val="28"/>
          <w:szCs w:val="28"/>
        </w:rPr>
      </w:pPr>
      <w:r w:rsidRPr="00790B15">
        <w:rPr>
          <w:bCs/>
          <w:spacing w:val="-1"/>
          <w:sz w:val="28"/>
          <w:szCs w:val="28"/>
        </w:rPr>
        <w:t>Глава города Мглина</w:t>
      </w:r>
      <w:r>
        <w:rPr>
          <w:bCs/>
          <w:spacing w:val="-1"/>
          <w:sz w:val="28"/>
          <w:szCs w:val="28"/>
        </w:rPr>
        <w:t xml:space="preserve">                                                         Глава администрации </w:t>
      </w:r>
    </w:p>
    <w:p w:rsidR="00607FD1" w:rsidRDefault="00607FD1" w:rsidP="00A1254C">
      <w:pPr>
        <w:shd w:val="clear" w:color="auto" w:fill="FFFFFF"/>
        <w:tabs>
          <w:tab w:val="left" w:pos="6480"/>
        </w:tabs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607FD1" w:rsidRDefault="00607FD1" w:rsidP="00A1254C">
      <w:pPr>
        <w:shd w:val="clear" w:color="auto" w:fill="FFFFFF"/>
        <w:tabs>
          <w:tab w:val="left" w:pos="1670"/>
        </w:tabs>
        <w:spacing w:before="298"/>
      </w:pPr>
      <w:r>
        <w:rPr>
          <w:sz w:val="28"/>
          <w:szCs w:val="28"/>
        </w:rPr>
        <w:t>______________ Г.Ф. Подвербный                               __________ А.Г. Резунов</w:t>
      </w:r>
    </w:p>
    <w:p w:rsidR="00607FD1" w:rsidRDefault="00607FD1" w:rsidP="00A1254C">
      <w:pPr>
        <w:shd w:val="clear" w:color="auto" w:fill="FFFFFF"/>
        <w:tabs>
          <w:tab w:val="left" w:pos="1670"/>
        </w:tabs>
        <w:spacing w:before="298"/>
      </w:pPr>
    </w:p>
    <w:p w:rsidR="00607FD1" w:rsidRDefault="00607FD1" w:rsidP="00A1254C">
      <w:pPr>
        <w:shd w:val="clear" w:color="auto" w:fill="FFFFFF"/>
        <w:spacing w:before="5" w:line="322" w:lineRule="exact"/>
        <w:ind w:left="5" w:firstLine="437"/>
        <w:jc w:val="both"/>
      </w:pPr>
    </w:p>
    <w:p w:rsidR="00607FD1" w:rsidRDefault="00607FD1" w:rsidP="00A1254C">
      <w:pPr>
        <w:shd w:val="clear" w:color="auto" w:fill="FFFFFF"/>
        <w:spacing w:before="5" w:line="322" w:lineRule="exact"/>
        <w:ind w:left="5" w:firstLine="437"/>
        <w:jc w:val="both"/>
      </w:pPr>
    </w:p>
    <w:p w:rsidR="00607FD1" w:rsidRDefault="00607FD1" w:rsidP="00A1254C">
      <w:pPr>
        <w:shd w:val="clear" w:color="auto" w:fill="FFFFFF"/>
        <w:spacing w:before="5" w:line="322" w:lineRule="exact"/>
        <w:ind w:left="5" w:firstLine="437"/>
        <w:jc w:val="both"/>
      </w:pPr>
    </w:p>
    <w:p w:rsidR="00607FD1" w:rsidRDefault="00607FD1" w:rsidP="00A1254C">
      <w:pPr>
        <w:shd w:val="clear" w:color="auto" w:fill="FFFFFF"/>
        <w:spacing w:before="5" w:line="322" w:lineRule="exact"/>
        <w:ind w:left="5" w:firstLine="437"/>
        <w:jc w:val="both"/>
      </w:pPr>
    </w:p>
    <w:p w:rsidR="00607FD1" w:rsidRDefault="00607FD1" w:rsidP="00A1254C">
      <w:pPr>
        <w:shd w:val="clear" w:color="auto" w:fill="FFFFFF"/>
        <w:spacing w:before="5" w:line="322" w:lineRule="exact"/>
        <w:ind w:left="5" w:firstLine="437"/>
        <w:jc w:val="both"/>
      </w:pPr>
    </w:p>
    <w:p w:rsidR="00607FD1" w:rsidRDefault="00607FD1">
      <w:pPr>
        <w:shd w:val="clear" w:color="auto" w:fill="FFFFFF"/>
        <w:spacing w:before="5" w:line="322" w:lineRule="exact"/>
        <w:ind w:left="5" w:firstLine="437"/>
        <w:jc w:val="both"/>
      </w:pPr>
    </w:p>
    <w:p w:rsidR="00607FD1" w:rsidRPr="005F5766" w:rsidRDefault="00607FD1" w:rsidP="00026F2B">
      <w:pPr>
        <w:shd w:val="clear" w:color="auto" w:fill="FFFFFF"/>
        <w:spacing w:line="312" w:lineRule="exact"/>
        <w:ind w:left="192" w:firstLine="12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5F5766">
        <w:rPr>
          <w:sz w:val="28"/>
          <w:szCs w:val="28"/>
        </w:rPr>
        <w:t xml:space="preserve">Приложение 2 </w:t>
      </w:r>
    </w:p>
    <w:p w:rsidR="00607FD1" w:rsidRPr="005F5766" w:rsidRDefault="00607FD1" w:rsidP="00026F2B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 w:rsidRPr="005F5766">
        <w:rPr>
          <w:sz w:val="28"/>
          <w:szCs w:val="28"/>
        </w:rPr>
        <w:t xml:space="preserve">                            к решению Совета народных депутатов</w:t>
      </w:r>
    </w:p>
    <w:p w:rsidR="00607FD1" w:rsidRPr="005F5766" w:rsidRDefault="00607FD1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  <w:r w:rsidRPr="005F5766">
        <w:rPr>
          <w:sz w:val="28"/>
          <w:szCs w:val="28"/>
        </w:rPr>
        <w:t xml:space="preserve"> города Мглина от </w:t>
      </w:r>
      <w:r>
        <w:rPr>
          <w:sz w:val="28"/>
          <w:szCs w:val="28"/>
        </w:rPr>
        <w:t>15.12.</w:t>
      </w:r>
      <w:r w:rsidRPr="005F5766">
        <w:rPr>
          <w:sz w:val="28"/>
          <w:szCs w:val="28"/>
        </w:rPr>
        <w:t>2022 г</w:t>
      </w:r>
      <w:r>
        <w:rPr>
          <w:sz w:val="28"/>
          <w:szCs w:val="28"/>
        </w:rPr>
        <w:t>.</w:t>
      </w:r>
      <w:r w:rsidRPr="005F5766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4/137</w:t>
      </w:r>
      <w:r w:rsidRPr="005F5766">
        <w:rPr>
          <w:sz w:val="28"/>
          <w:szCs w:val="28"/>
        </w:rPr>
        <w:t xml:space="preserve">  </w:t>
      </w:r>
    </w:p>
    <w:p w:rsidR="00607FD1" w:rsidRPr="005F5766" w:rsidRDefault="00607FD1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607FD1" w:rsidRPr="005F5766" w:rsidRDefault="00607FD1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607FD1" w:rsidRPr="005F5766" w:rsidRDefault="00607FD1" w:rsidP="00527E8B">
      <w:pPr>
        <w:shd w:val="clear" w:color="auto" w:fill="FFFFFF"/>
        <w:spacing w:line="312" w:lineRule="exact"/>
        <w:jc w:val="center"/>
        <w:rPr>
          <w:b/>
          <w:bCs/>
          <w:sz w:val="28"/>
          <w:szCs w:val="28"/>
        </w:rPr>
      </w:pPr>
      <w:r w:rsidRPr="005F5766">
        <w:rPr>
          <w:b/>
          <w:bCs/>
          <w:sz w:val="28"/>
          <w:szCs w:val="28"/>
        </w:rPr>
        <w:t xml:space="preserve">Порядок </w:t>
      </w:r>
    </w:p>
    <w:p w:rsidR="00607FD1" w:rsidRPr="005F5766" w:rsidRDefault="00607FD1" w:rsidP="00527E8B">
      <w:pPr>
        <w:shd w:val="clear" w:color="auto" w:fill="FFFFFF"/>
        <w:spacing w:line="312" w:lineRule="exact"/>
        <w:jc w:val="center"/>
        <w:rPr>
          <w:b/>
          <w:sz w:val="28"/>
          <w:szCs w:val="28"/>
        </w:rPr>
      </w:pPr>
      <w:r w:rsidRPr="005F5766">
        <w:rPr>
          <w:b/>
          <w:bCs/>
          <w:spacing w:val="-1"/>
          <w:sz w:val="28"/>
          <w:szCs w:val="28"/>
        </w:rPr>
        <w:t xml:space="preserve">предоставления иных межбюджетных трансфертов из   бюджета Мглинского </w:t>
      </w:r>
      <w:r w:rsidRPr="005F5766">
        <w:rPr>
          <w:b/>
          <w:bCs/>
          <w:sz w:val="28"/>
          <w:szCs w:val="28"/>
        </w:rPr>
        <w:t>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по  муниципальному контролю</w:t>
      </w:r>
      <w:r w:rsidRPr="005F5766">
        <w:rPr>
          <w:sz w:val="28"/>
          <w:szCs w:val="28"/>
        </w:rPr>
        <w:t xml:space="preserve"> </w:t>
      </w:r>
      <w:r w:rsidRPr="005F5766">
        <w:rPr>
          <w:b/>
          <w:sz w:val="28"/>
          <w:szCs w:val="28"/>
        </w:rPr>
        <w:t>в сфере благоустройства на территории Мглинского городского поселения Мглинского района Брянской области на 2023 год и на плановый период 2024 и 2025 годов.</w:t>
      </w:r>
    </w:p>
    <w:p w:rsidR="00607FD1" w:rsidRPr="005F5766" w:rsidRDefault="00607FD1" w:rsidP="002E64D5">
      <w:pPr>
        <w:shd w:val="clear" w:color="auto" w:fill="FFFFFF"/>
        <w:spacing w:line="312" w:lineRule="exact"/>
        <w:rPr>
          <w:b/>
        </w:rPr>
      </w:pPr>
    </w:p>
    <w:p w:rsidR="00607FD1" w:rsidRPr="005F5766" w:rsidRDefault="00607FD1" w:rsidP="009C4AB2">
      <w:pPr>
        <w:shd w:val="clear" w:color="auto" w:fill="FFFFFF"/>
        <w:spacing w:before="326" w:line="322" w:lineRule="exact"/>
        <w:ind w:left="14"/>
        <w:jc w:val="center"/>
        <w:rPr>
          <w:b/>
          <w:bCs/>
          <w:spacing w:val="-2"/>
          <w:sz w:val="28"/>
          <w:szCs w:val="28"/>
        </w:rPr>
      </w:pPr>
      <w:r w:rsidRPr="005F5766">
        <w:rPr>
          <w:b/>
          <w:bCs/>
          <w:spacing w:val="-2"/>
          <w:sz w:val="28"/>
          <w:szCs w:val="28"/>
        </w:rPr>
        <w:t>1. Общие положения</w:t>
      </w:r>
    </w:p>
    <w:p w:rsidR="00607FD1" w:rsidRPr="005F5766" w:rsidRDefault="00607FD1" w:rsidP="00985799">
      <w:pPr>
        <w:shd w:val="clear" w:color="auto" w:fill="FFFFFF"/>
        <w:spacing w:line="312" w:lineRule="exact"/>
        <w:jc w:val="both"/>
      </w:pPr>
      <w:r w:rsidRPr="005F5766">
        <w:rPr>
          <w:sz w:val="28"/>
          <w:szCs w:val="28"/>
        </w:rPr>
        <w:t xml:space="preserve">        1. Настоящий Порядок и условия предоставления иных межбюджетных трансфертов, предоставляемых из бюджета Мглинского городского поселения Мглинского муниципального района Брянской области (далее – бюджет поселения) в бюджет Мглинского муниципального района Брянской области (далее – бюджет района) на осуществление полномочий</w:t>
      </w:r>
      <w:r w:rsidRPr="005F5766">
        <w:rPr>
          <w:b/>
          <w:bCs/>
          <w:sz w:val="28"/>
          <w:szCs w:val="28"/>
        </w:rPr>
        <w:t xml:space="preserve"> </w:t>
      </w:r>
      <w:r w:rsidRPr="005F5766">
        <w:rPr>
          <w:bCs/>
          <w:sz w:val="28"/>
          <w:szCs w:val="28"/>
        </w:rPr>
        <w:t>по муниципальному</w:t>
      </w:r>
      <w:r w:rsidRPr="005F5766">
        <w:rPr>
          <w:sz w:val="28"/>
          <w:szCs w:val="28"/>
        </w:rPr>
        <w:t xml:space="preserve"> контролю в сфере благоустройства на территории Мглинского городского поселения Мглинского района Брянской области</w:t>
      </w:r>
      <w:r w:rsidRPr="005F5766">
        <w:rPr>
          <w:b/>
          <w:sz w:val="28"/>
          <w:szCs w:val="28"/>
        </w:rPr>
        <w:t xml:space="preserve">  </w:t>
      </w:r>
      <w:r w:rsidRPr="005F5766">
        <w:rPr>
          <w:sz w:val="28"/>
          <w:szCs w:val="28"/>
        </w:rPr>
        <w:t>на 2023 год и на плановый период 2024 и 2025 годов.</w:t>
      </w:r>
    </w:p>
    <w:p w:rsidR="00607FD1" w:rsidRPr="005F5766" w:rsidRDefault="00607FD1" w:rsidP="00F8624A">
      <w:pPr>
        <w:shd w:val="clear" w:color="auto" w:fill="FFFFFF"/>
        <w:spacing w:line="312" w:lineRule="exact"/>
        <w:jc w:val="both"/>
      </w:pPr>
      <w:r w:rsidRPr="005F5766">
        <w:rPr>
          <w:spacing w:val="-1"/>
          <w:sz w:val="28"/>
          <w:szCs w:val="28"/>
        </w:rPr>
        <w:t xml:space="preserve">        2. 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Мглинского района и главой города Мглина по осуществлению полномочий </w:t>
      </w:r>
      <w:r w:rsidRPr="005F5766">
        <w:rPr>
          <w:bCs/>
          <w:sz w:val="28"/>
          <w:szCs w:val="28"/>
        </w:rPr>
        <w:t>по муниципальному</w:t>
      </w:r>
      <w:r w:rsidRPr="005F5766">
        <w:rPr>
          <w:sz w:val="28"/>
          <w:szCs w:val="28"/>
        </w:rPr>
        <w:t xml:space="preserve"> контролю в сфере благоустройства на территории Мглинского городского поселения Мглинского района Брянской области</w:t>
      </w:r>
      <w:r w:rsidRPr="005F5766">
        <w:rPr>
          <w:bCs/>
          <w:sz w:val="28"/>
          <w:szCs w:val="28"/>
        </w:rPr>
        <w:t>.</w:t>
      </w:r>
    </w:p>
    <w:p w:rsidR="00607FD1" w:rsidRPr="005F5766" w:rsidRDefault="00607FD1" w:rsidP="00F954DE">
      <w:pPr>
        <w:shd w:val="clear" w:color="auto" w:fill="FFFFFF"/>
        <w:ind w:firstLine="709"/>
        <w:jc w:val="both"/>
        <w:rPr>
          <w:sz w:val="28"/>
          <w:szCs w:val="28"/>
        </w:rPr>
      </w:pPr>
      <w:r w:rsidRPr="005F5766">
        <w:rPr>
          <w:sz w:val="28"/>
          <w:szCs w:val="28"/>
        </w:rPr>
        <w:t xml:space="preserve">3. Размер иных межбюджетных трансфертов определяется в соответствии с </w:t>
      </w:r>
      <w:r w:rsidRPr="005F5766">
        <w:rPr>
          <w:bCs/>
          <w:sz w:val="28"/>
          <w:szCs w:val="28"/>
        </w:rPr>
        <w:t xml:space="preserve">Методикой </w:t>
      </w:r>
      <w:r w:rsidRPr="005F5766">
        <w:rPr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 w:rsidRPr="005F5766">
        <w:rPr>
          <w:bCs/>
          <w:spacing w:val="-5"/>
          <w:sz w:val="28"/>
          <w:szCs w:val="28"/>
        </w:rPr>
        <w:t xml:space="preserve">Мглинского городского поселения  Мглинского муниципального района Брянской области на осуществление полномочий </w:t>
      </w:r>
      <w:r w:rsidRPr="005F5766">
        <w:rPr>
          <w:bCs/>
          <w:sz w:val="28"/>
          <w:szCs w:val="28"/>
        </w:rPr>
        <w:t xml:space="preserve">по  муниципальному </w:t>
      </w:r>
      <w:r w:rsidRPr="005F5766">
        <w:rPr>
          <w:sz w:val="28"/>
          <w:szCs w:val="28"/>
        </w:rPr>
        <w:t xml:space="preserve"> контролю в сфере благоустройства на территории Мглинского городского поселения Мглинского района Брянской области</w:t>
      </w:r>
      <w:r w:rsidRPr="005F5766">
        <w:rPr>
          <w:b/>
          <w:sz w:val="28"/>
          <w:szCs w:val="28"/>
        </w:rPr>
        <w:t xml:space="preserve"> </w:t>
      </w:r>
      <w:r w:rsidRPr="005F5766">
        <w:rPr>
          <w:sz w:val="28"/>
          <w:szCs w:val="28"/>
        </w:rPr>
        <w:t xml:space="preserve">на 2023 год и  на плановый период 2024 и 2025 годов. </w:t>
      </w:r>
    </w:p>
    <w:p w:rsidR="00607FD1" w:rsidRPr="005F5766" w:rsidRDefault="00607FD1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  <w:rPr>
          <w:sz w:val="28"/>
          <w:szCs w:val="28"/>
        </w:rPr>
      </w:pPr>
      <w:r w:rsidRPr="005F5766">
        <w:rPr>
          <w:sz w:val="28"/>
          <w:szCs w:val="28"/>
        </w:rPr>
        <w:t xml:space="preserve"> </w:t>
      </w:r>
      <w:r w:rsidRPr="005F5766">
        <w:rPr>
          <w:spacing w:val="-3"/>
          <w:sz w:val="28"/>
          <w:szCs w:val="28"/>
        </w:rPr>
        <w:t xml:space="preserve">4. </w:t>
      </w:r>
      <w:r w:rsidRPr="005F5766">
        <w:rPr>
          <w:sz w:val="28"/>
          <w:szCs w:val="28"/>
        </w:rPr>
        <w:t>Ежегодный объем межбюджетных трансфертов перечисляется ежемесячно, ежеквартально в соответствии с утвержденным кассовым планом.</w:t>
      </w:r>
    </w:p>
    <w:p w:rsidR="00607FD1" w:rsidRPr="005F5766" w:rsidRDefault="00607FD1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</w:pPr>
      <w:r w:rsidRPr="005F5766">
        <w:rPr>
          <w:sz w:val="28"/>
          <w:szCs w:val="28"/>
        </w:rPr>
        <w:t>5. Администрация Мглинского района ежемесячно, не позднее 20-го числа месяца, следующего за отчетным периодом, направляет в Совет народных депутатов города Мглина отчет о расходовании иных межбюджетных трансфертов Мглинского городского поселения (приложение 1 к Порядку).</w:t>
      </w:r>
    </w:p>
    <w:p w:rsidR="00607FD1" w:rsidRPr="005F5766" w:rsidRDefault="00607FD1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 w:rsidRPr="005F5766">
        <w:rPr>
          <w:spacing w:val="-3"/>
          <w:sz w:val="28"/>
          <w:szCs w:val="28"/>
        </w:rPr>
        <w:t xml:space="preserve">6. </w:t>
      </w:r>
      <w:r w:rsidRPr="005F5766">
        <w:rPr>
          <w:sz w:val="28"/>
          <w:szCs w:val="28"/>
        </w:rPr>
        <w:t>При установлении отсутствия потребности бюджета района в межбюджетных трансфертах их остаток, либо часть остатка подлежит возврату в доход бюджета поселения.</w:t>
      </w:r>
    </w:p>
    <w:p w:rsidR="00607FD1" w:rsidRPr="005F5766" w:rsidRDefault="00607FD1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 w:rsidRPr="005F5766">
        <w:rPr>
          <w:sz w:val="28"/>
          <w:szCs w:val="28"/>
        </w:rPr>
        <w:t>7. В случае невыполнения Мглинским городским поселением  обязательств по предоставлению иных межбюджетных трансфертов в бюджет района администрация Мглинского района имеет право приостановить осуществление предусмотренных Соглашением полномочий.</w:t>
      </w:r>
    </w:p>
    <w:p w:rsidR="00607FD1" w:rsidRPr="005F5766" w:rsidRDefault="00607F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  <w:r w:rsidRPr="005F5766">
        <w:rPr>
          <w:sz w:val="28"/>
          <w:szCs w:val="28"/>
        </w:rPr>
        <w:t>Приложение 1</w:t>
      </w:r>
    </w:p>
    <w:p w:rsidR="00607FD1" w:rsidRPr="005F5766" w:rsidRDefault="00607FD1" w:rsidP="00382A95">
      <w:pPr>
        <w:shd w:val="clear" w:color="auto" w:fill="FFFFFF"/>
        <w:ind w:left="4400"/>
        <w:rPr>
          <w:sz w:val="28"/>
          <w:szCs w:val="28"/>
        </w:rPr>
      </w:pPr>
      <w:r w:rsidRPr="005F5766">
        <w:rPr>
          <w:sz w:val="28"/>
          <w:szCs w:val="28"/>
        </w:rPr>
        <w:t xml:space="preserve">к Порядку предоставления иных межбюджетных трансфертов из бюджета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 по </w:t>
      </w:r>
      <w:r w:rsidRPr="005F5766">
        <w:rPr>
          <w:bCs/>
          <w:sz w:val="28"/>
          <w:szCs w:val="28"/>
        </w:rPr>
        <w:t>муниципальному</w:t>
      </w:r>
      <w:r w:rsidRPr="005F5766">
        <w:rPr>
          <w:sz w:val="28"/>
          <w:szCs w:val="28"/>
        </w:rPr>
        <w:t xml:space="preserve"> контролю</w:t>
      </w:r>
      <w:r w:rsidRPr="005F5766">
        <w:rPr>
          <w:b/>
          <w:sz w:val="28"/>
          <w:szCs w:val="28"/>
        </w:rPr>
        <w:t xml:space="preserve"> </w:t>
      </w:r>
      <w:r w:rsidRPr="005F5766">
        <w:rPr>
          <w:sz w:val="28"/>
          <w:szCs w:val="28"/>
        </w:rPr>
        <w:t xml:space="preserve">в сфере благоустройства на территории Мглинского городского поселения Мглинского района Брянской области на 2023 год и на плановый период 2024 и 2025 годов </w:t>
      </w:r>
    </w:p>
    <w:p w:rsidR="00607FD1" w:rsidRPr="005F5766" w:rsidRDefault="00607FD1" w:rsidP="00446F52">
      <w:pPr>
        <w:shd w:val="clear" w:color="auto" w:fill="FFFFFF"/>
        <w:spacing w:before="1661" w:line="274" w:lineRule="exact"/>
        <w:ind w:left="288"/>
        <w:jc w:val="center"/>
      </w:pPr>
      <w:r w:rsidRPr="005F5766">
        <w:rPr>
          <w:b/>
          <w:bCs/>
          <w:sz w:val="24"/>
          <w:szCs w:val="24"/>
        </w:rPr>
        <w:t>ОТЧЕТ</w:t>
      </w:r>
    </w:p>
    <w:p w:rsidR="00607FD1" w:rsidRPr="005F5766" w:rsidRDefault="00607FD1" w:rsidP="00446F52">
      <w:pPr>
        <w:shd w:val="clear" w:color="auto" w:fill="FFFFFF"/>
        <w:spacing w:line="274" w:lineRule="exact"/>
        <w:ind w:left="283"/>
        <w:jc w:val="center"/>
      </w:pPr>
      <w:r w:rsidRPr="005F5766">
        <w:rPr>
          <w:b/>
          <w:bCs/>
          <w:spacing w:val="-1"/>
          <w:sz w:val="24"/>
          <w:szCs w:val="24"/>
        </w:rPr>
        <w:t>О РАСХОДОВАНИИ ИНЫХ МЕЖБЮДЖЕТНЫХ ТРАНСФЕРТОВ</w:t>
      </w:r>
    </w:p>
    <w:p w:rsidR="00607FD1" w:rsidRPr="005F5766" w:rsidRDefault="00607FD1" w:rsidP="00446F52">
      <w:pPr>
        <w:shd w:val="clear" w:color="auto" w:fill="FFFFFF"/>
        <w:spacing w:line="274" w:lineRule="exact"/>
        <w:ind w:left="288"/>
        <w:jc w:val="center"/>
      </w:pPr>
      <w:r w:rsidRPr="005F5766">
        <w:rPr>
          <w:b/>
          <w:bCs/>
          <w:spacing w:val="-3"/>
          <w:sz w:val="24"/>
          <w:szCs w:val="24"/>
        </w:rPr>
        <w:t>МГЛИНСКОГО ГОРОДСКОГО ПОСЕЛЕНИЯ     20___ ГОД</w:t>
      </w:r>
    </w:p>
    <w:p w:rsidR="00607FD1" w:rsidRPr="005F5766" w:rsidRDefault="00607FD1" w:rsidP="00446F52">
      <w:pPr>
        <w:shd w:val="clear" w:color="auto" w:fill="FFFFFF"/>
        <w:spacing w:before="547"/>
        <w:jc w:val="right"/>
      </w:pPr>
      <w:r w:rsidRPr="005F5766">
        <w:rPr>
          <w:spacing w:val="-2"/>
          <w:sz w:val="24"/>
          <w:szCs w:val="24"/>
        </w:rPr>
        <w:t>(руб)</w:t>
      </w:r>
    </w:p>
    <w:p w:rsidR="00607FD1" w:rsidRPr="005F5766" w:rsidRDefault="00607FD1" w:rsidP="00446F52">
      <w:pPr>
        <w:spacing w:after="283" w:line="1" w:lineRule="exact"/>
        <w:rPr>
          <w:sz w:val="2"/>
          <w:szCs w:val="2"/>
        </w:rPr>
      </w:pPr>
    </w:p>
    <w:tbl>
      <w:tblPr>
        <w:tblW w:w="10207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5"/>
        <w:gridCol w:w="987"/>
        <w:gridCol w:w="1229"/>
        <w:gridCol w:w="1560"/>
        <w:gridCol w:w="1334"/>
        <w:gridCol w:w="1426"/>
        <w:gridCol w:w="2106"/>
      </w:tblGrid>
      <w:tr w:rsidR="00607FD1" w:rsidRPr="005F5766" w:rsidTr="00830F50">
        <w:trPr>
          <w:trHeight w:hRule="exact" w:val="29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Поступило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</w:tr>
      <w:tr w:rsidR="00607FD1" w:rsidRPr="005F5766" w:rsidTr="00830F50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384"/>
            </w:pPr>
            <w:r w:rsidRPr="005F5766">
              <w:rPr>
                <w:sz w:val="24"/>
                <w:szCs w:val="24"/>
              </w:rPr>
              <w:t>Цель,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130"/>
            </w:pPr>
            <w:r w:rsidRPr="005F5766">
              <w:rPr>
                <w:sz w:val="24"/>
                <w:szCs w:val="24"/>
              </w:rPr>
              <w:t>Код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средств из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34"/>
            </w:pPr>
            <w:r w:rsidRPr="005F5766">
              <w:rPr>
                <w:spacing w:val="-2"/>
                <w:sz w:val="24"/>
                <w:szCs w:val="24"/>
              </w:rPr>
              <w:t>Утверждено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130"/>
            </w:pPr>
            <w:r w:rsidRPr="005F5766">
              <w:rPr>
                <w:spacing w:val="-2"/>
                <w:sz w:val="24"/>
                <w:szCs w:val="24"/>
              </w:rPr>
              <w:t>Лимиты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125"/>
            </w:pPr>
            <w:r w:rsidRPr="005F5766">
              <w:rPr>
                <w:spacing w:val="-2"/>
                <w:sz w:val="24"/>
                <w:szCs w:val="24"/>
              </w:rPr>
              <w:t>Кассовое</w:t>
            </w:r>
          </w:p>
        </w:tc>
        <w:tc>
          <w:tcPr>
            <w:tcW w:w="21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</w:tr>
      <w:tr w:rsidR="00607FD1" w:rsidRPr="005F5766" w:rsidTr="00830F50">
        <w:trPr>
          <w:trHeight w:hRule="exact" w:val="274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расхода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43"/>
            </w:pPr>
            <w:r w:rsidRPr="005F5766">
              <w:rPr>
                <w:spacing w:val="-2"/>
                <w:sz w:val="24"/>
                <w:szCs w:val="24"/>
              </w:rPr>
              <w:t>бюджета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58"/>
            </w:pPr>
            <w:r w:rsidRPr="005F5766"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исполнение</w:t>
            </w:r>
          </w:p>
        </w:tc>
        <w:tc>
          <w:tcPr>
            <w:tcW w:w="21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jc w:val="center"/>
            </w:pPr>
            <w:r w:rsidRPr="005F5766">
              <w:rPr>
                <w:spacing w:val="-2"/>
                <w:sz w:val="24"/>
                <w:szCs w:val="24"/>
              </w:rPr>
              <w:t>Неиспользованные</w:t>
            </w:r>
          </w:p>
        </w:tc>
      </w:tr>
      <w:tr w:rsidR="00607FD1" w:rsidRPr="005F5766" w:rsidTr="00830F50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86"/>
            </w:pPr>
            <w:r w:rsidRPr="005F5766">
              <w:rPr>
                <w:spacing w:val="-2"/>
                <w:sz w:val="24"/>
                <w:szCs w:val="24"/>
              </w:rPr>
              <w:t>расходного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34"/>
            </w:pPr>
            <w:r w:rsidRPr="005F5766">
              <w:rPr>
                <w:spacing w:val="-3"/>
                <w:sz w:val="24"/>
                <w:szCs w:val="24"/>
              </w:rPr>
              <w:t>(КБК,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ассигнований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обязательств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21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jc w:val="center"/>
            </w:pPr>
            <w:r w:rsidRPr="005F5766">
              <w:rPr>
                <w:sz w:val="24"/>
                <w:szCs w:val="24"/>
              </w:rPr>
              <w:t>Назначения</w:t>
            </w:r>
          </w:p>
        </w:tc>
      </w:tr>
      <w:tr w:rsidR="00607FD1" w:rsidRPr="005F5766" w:rsidTr="00830F50">
        <w:trPr>
          <w:trHeight w:hRule="exact" w:val="552"/>
        </w:trPr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43"/>
            </w:pPr>
            <w:r w:rsidRPr="005F5766">
              <w:rPr>
                <w:spacing w:val="-2"/>
                <w:sz w:val="24"/>
                <w:szCs w:val="24"/>
              </w:rPr>
              <w:t>полномочия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КОСГУ)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  <w:ind w:left="106"/>
            </w:pPr>
            <w:r w:rsidRPr="005F5766"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  <w:r w:rsidRPr="005F5766">
              <w:rPr>
                <w:spacing w:val="-6"/>
                <w:sz w:val="24"/>
                <w:szCs w:val="24"/>
              </w:rPr>
              <w:t>за 20__   год</w:t>
            </w:r>
          </w:p>
        </w:tc>
        <w:tc>
          <w:tcPr>
            <w:tcW w:w="21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</w:tr>
      <w:tr w:rsidR="00607FD1" w:rsidRPr="005F5766" w:rsidTr="00830F50">
        <w:trPr>
          <w:trHeight w:hRule="exact" w:val="28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</w:tr>
      <w:tr w:rsidR="00607FD1" w:rsidRPr="005F5766" w:rsidTr="00830F50">
        <w:trPr>
          <w:trHeight w:hRule="exact" w:val="235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F00B9D">
            <w:pPr>
              <w:shd w:val="clear" w:color="auto" w:fill="FFFFFF"/>
            </w:pPr>
          </w:p>
        </w:tc>
      </w:tr>
    </w:tbl>
    <w:p w:rsidR="00607FD1" w:rsidRPr="005F5766" w:rsidRDefault="00607FD1" w:rsidP="00446F52">
      <w:pPr>
        <w:sectPr w:rsidR="00607FD1" w:rsidRPr="005F5766" w:rsidSect="009C4AB2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607FD1" w:rsidRPr="005F5766" w:rsidRDefault="00607FD1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</w:p>
    <w:p w:rsidR="00607FD1" w:rsidRPr="005F5766" w:rsidRDefault="00607FD1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 w:rsidRPr="005F5766">
        <w:rPr>
          <w:sz w:val="28"/>
          <w:szCs w:val="28"/>
        </w:rPr>
        <w:t>Приложение 3                                         к решению Совета народных депутатов города Мглина</w:t>
      </w:r>
    </w:p>
    <w:p w:rsidR="00607FD1" w:rsidRPr="005F5766" w:rsidRDefault="00607FD1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 w:rsidRPr="005F5766">
        <w:rPr>
          <w:sz w:val="28"/>
          <w:szCs w:val="28"/>
        </w:rPr>
        <w:t xml:space="preserve">от </w:t>
      </w:r>
      <w:r>
        <w:rPr>
          <w:sz w:val="28"/>
          <w:szCs w:val="28"/>
        </w:rPr>
        <w:t>15.12.</w:t>
      </w:r>
      <w:r w:rsidRPr="005F5766">
        <w:rPr>
          <w:sz w:val="28"/>
          <w:szCs w:val="28"/>
        </w:rPr>
        <w:t xml:space="preserve"> 2022 г</w:t>
      </w:r>
      <w:r>
        <w:rPr>
          <w:sz w:val="28"/>
          <w:szCs w:val="28"/>
        </w:rPr>
        <w:t xml:space="preserve">. </w:t>
      </w:r>
      <w:r w:rsidRPr="005F5766">
        <w:rPr>
          <w:sz w:val="28"/>
          <w:szCs w:val="28"/>
        </w:rPr>
        <w:t xml:space="preserve"> № </w:t>
      </w:r>
      <w:r>
        <w:rPr>
          <w:sz w:val="28"/>
          <w:szCs w:val="28"/>
        </w:rPr>
        <w:t>4/137</w:t>
      </w:r>
    </w:p>
    <w:p w:rsidR="00607FD1" w:rsidRPr="005F5766" w:rsidRDefault="00607FD1" w:rsidP="00527E8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07FD1" w:rsidRPr="005F5766" w:rsidRDefault="00607FD1" w:rsidP="00527E8B">
      <w:pPr>
        <w:shd w:val="clear" w:color="auto" w:fill="FFFFFF"/>
        <w:jc w:val="center"/>
        <w:rPr>
          <w:b/>
          <w:bCs/>
          <w:sz w:val="28"/>
          <w:szCs w:val="28"/>
        </w:rPr>
      </w:pPr>
      <w:r w:rsidRPr="005F5766">
        <w:rPr>
          <w:b/>
          <w:bCs/>
          <w:sz w:val="28"/>
          <w:szCs w:val="28"/>
        </w:rPr>
        <w:t>Методика</w:t>
      </w:r>
    </w:p>
    <w:p w:rsidR="00607FD1" w:rsidRPr="005F5766" w:rsidRDefault="00607FD1" w:rsidP="00CE2DA5">
      <w:pPr>
        <w:shd w:val="clear" w:color="auto" w:fill="FFFFFF"/>
        <w:spacing w:line="312" w:lineRule="exact"/>
        <w:jc w:val="center"/>
      </w:pPr>
      <w:r w:rsidRPr="005F5766">
        <w:rPr>
          <w:b/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 w:rsidRPr="005F5766">
        <w:rPr>
          <w:b/>
          <w:bCs/>
          <w:spacing w:val="-5"/>
          <w:sz w:val="28"/>
          <w:szCs w:val="28"/>
        </w:rPr>
        <w:t xml:space="preserve">Мглинского городского поселения  Мглинского муниципального района Брянской области на осуществление полномочий </w:t>
      </w:r>
      <w:r w:rsidRPr="005F5766">
        <w:rPr>
          <w:b/>
          <w:bCs/>
          <w:sz w:val="28"/>
          <w:szCs w:val="28"/>
        </w:rPr>
        <w:t xml:space="preserve">по  муниципальному </w:t>
      </w:r>
      <w:r w:rsidRPr="005F5766">
        <w:rPr>
          <w:sz w:val="28"/>
          <w:szCs w:val="28"/>
        </w:rPr>
        <w:t xml:space="preserve"> </w:t>
      </w:r>
      <w:r w:rsidRPr="005F5766">
        <w:rPr>
          <w:b/>
          <w:sz w:val="28"/>
          <w:szCs w:val="28"/>
        </w:rPr>
        <w:t>контролю в сфере благоустройства на территории Мглинского городского поселения Мглинского района Брянской области на 2023 год и  на плановый период 2024 и 2025 годов</w:t>
      </w:r>
      <w:r w:rsidRPr="005F5766">
        <w:rPr>
          <w:sz w:val="28"/>
          <w:szCs w:val="28"/>
        </w:rPr>
        <w:t xml:space="preserve"> </w:t>
      </w:r>
    </w:p>
    <w:p w:rsidR="00607FD1" w:rsidRPr="005F5766" w:rsidRDefault="00607FD1" w:rsidP="00527E8B">
      <w:pPr>
        <w:shd w:val="clear" w:color="auto" w:fill="FFFFFF"/>
        <w:jc w:val="center"/>
      </w:pPr>
    </w:p>
    <w:p w:rsidR="00607FD1" w:rsidRPr="005F5766" w:rsidRDefault="00607FD1" w:rsidP="00CE2DA5">
      <w:pPr>
        <w:numPr>
          <w:ilvl w:val="0"/>
          <w:numId w:val="10"/>
        </w:numPr>
        <w:shd w:val="clear" w:color="auto" w:fill="FFFFFF"/>
        <w:tabs>
          <w:tab w:val="left" w:pos="1416"/>
        </w:tabs>
        <w:ind w:firstLine="710"/>
        <w:jc w:val="both"/>
        <w:rPr>
          <w:sz w:val="28"/>
          <w:szCs w:val="28"/>
        </w:rPr>
      </w:pPr>
      <w:r w:rsidRPr="005F5766">
        <w:rPr>
          <w:sz w:val="28"/>
          <w:szCs w:val="28"/>
        </w:rPr>
        <w:t>Настоящая Методика устанавливает порядок определения размера иных межбюджетных трансфертов, выделяемых из бюджета Мглинского городского поселения Мглинского муниципального района Брянской области (далее – бюджет поселения) на финансирование расходов, связанных с передачей полномочий по осуществлению муниципального контроля в сфере благоустройства на территории Мглинского городского поселения Мглинского района Брянской области.</w:t>
      </w:r>
    </w:p>
    <w:p w:rsidR="00607FD1" w:rsidRPr="005F5766" w:rsidRDefault="00607FD1" w:rsidP="00766E77">
      <w:pPr>
        <w:numPr>
          <w:ilvl w:val="0"/>
          <w:numId w:val="10"/>
        </w:numPr>
        <w:shd w:val="clear" w:color="auto" w:fill="FFFFFF"/>
        <w:tabs>
          <w:tab w:val="left" w:pos="1416"/>
          <w:tab w:val="left" w:pos="1790"/>
          <w:tab w:val="left" w:pos="3178"/>
          <w:tab w:val="left" w:pos="3782"/>
          <w:tab w:val="left" w:pos="4910"/>
          <w:tab w:val="left" w:pos="5894"/>
          <w:tab w:val="left" w:pos="7565"/>
          <w:tab w:val="left" w:pos="8122"/>
          <w:tab w:val="left" w:pos="8366"/>
        </w:tabs>
        <w:spacing w:before="58" w:line="307" w:lineRule="exact"/>
        <w:ind w:firstLine="710"/>
        <w:jc w:val="both"/>
        <w:rPr>
          <w:sz w:val="28"/>
          <w:szCs w:val="28"/>
        </w:rPr>
      </w:pPr>
      <w:r w:rsidRPr="005F5766">
        <w:rPr>
          <w:sz w:val="28"/>
          <w:szCs w:val="28"/>
        </w:rPr>
        <w:t>Объемы иных межбюджетных трансфертов, предоставляемых из бюджета поселения в бюджет Мглинского муниципального района Брянской области (далее – бюджет района)</w:t>
      </w:r>
      <w:r w:rsidRPr="005F5766">
        <w:rPr>
          <w:spacing w:val="-3"/>
          <w:sz w:val="28"/>
          <w:szCs w:val="28"/>
        </w:rPr>
        <w:t xml:space="preserve">, определяются с учетом необходимости </w:t>
      </w:r>
      <w:r w:rsidRPr="005F5766">
        <w:rPr>
          <w:spacing w:val="-6"/>
          <w:sz w:val="28"/>
          <w:szCs w:val="28"/>
        </w:rPr>
        <w:t>обеспечения</w:t>
      </w:r>
      <w:r w:rsidRPr="005F5766">
        <w:rPr>
          <w:rFonts w:ascii="Arial" w:hAnsi="Arial" w:cs="Arial"/>
          <w:sz w:val="28"/>
          <w:szCs w:val="28"/>
        </w:rPr>
        <w:tab/>
      </w:r>
      <w:r w:rsidRPr="005F5766">
        <w:rPr>
          <w:sz w:val="28"/>
          <w:szCs w:val="28"/>
        </w:rPr>
        <w:t>расходов</w:t>
      </w:r>
      <w:r w:rsidRPr="005F5766">
        <w:rPr>
          <w:rFonts w:ascii="Arial" w:cs="Arial"/>
          <w:sz w:val="28"/>
          <w:szCs w:val="28"/>
        </w:rPr>
        <w:tab/>
      </w:r>
      <w:r w:rsidRPr="005F5766">
        <w:rPr>
          <w:sz w:val="28"/>
          <w:szCs w:val="28"/>
        </w:rPr>
        <w:t>на</w:t>
      </w:r>
      <w:r w:rsidRPr="005F5766">
        <w:rPr>
          <w:rFonts w:ascii="Arial" w:cs="Arial"/>
          <w:sz w:val="28"/>
          <w:szCs w:val="28"/>
        </w:rPr>
        <w:tab/>
      </w:r>
      <w:r w:rsidRPr="005F5766">
        <w:rPr>
          <w:sz w:val="28"/>
          <w:szCs w:val="28"/>
        </w:rPr>
        <w:t>оплату</w:t>
      </w:r>
      <w:r w:rsidRPr="005F5766">
        <w:rPr>
          <w:rFonts w:ascii="Arial" w:cs="Arial"/>
          <w:sz w:val="28"/>
          <w:szCs w:val="28"/>
        </w:rPr>
        <w:tab/>
      </w:r>
      <w:r w:rsidRPr="005F5766">
        <w:rPr>
          <w:sz w:val="28"/>
          <w:szCs w:val="28"/>
        </w:rPr>
        <w:t>труда работников, непосредственно осуществляющих переданные полномочия,  материальные затраты, необходимые для осуществления работниками переданных полномочий.</w:t>
      </w:r>
    </w:p>
    <w:p w:rsidR="00607FD1" w:rsidRPr="005F5766" w:rsidRDefault="00607FD1" w:rsidP="00BA3EE0">
      <w:pPr>
        <w:numPr>
          <w:ilvl w:val="0"/>
          <w:numId w:val="10"/>
        </w:numPr>
        <w:shd w:val="clear" w:color="auto" w:fill="FFFFFF"/>
        <w:tabs>
          <w:tab w:val="left" w:pos="1416"/>
        </w:tabs>
        <w:spacing w:line="307" w:lineRule="exact"/>
        <w:ind w:right="5" w:firstLine="710"/>
        <w:jc w:val="both"/>
        <w:rPr>
          <w:spacing w:val="-8"/>
          <w:sz w:val="28"/>
          <w:szCs w:val="28"/>
        </w:rPr>
      </w:pPr>
      <w:r w:rsidRPr="005F5766">
        <w:rPr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</w:t>
      </w:r>
      <w:r w:rsidRPr="005F5766">
        <w:rPr>
          <w:spacing w:val="-5"/>
          <w:sz w:val="28"/>
          <w:szCs w:val="28"/>
        </w:rPr>
        <w:t xml:space="preserve"> полномочий по</w:t>
      </w:r>
      <w:r w:rsidRPr="005F5766">
        <w:rPr>
          <w:sz w:val="28"/>
          <w:szCs w:val="28"/>
        </w:rPr>
        <w:t xml:space="preserve">  осуществлению муниципального контроля</w:t>
      </w:r>
      <w:r w:rsidRPr="005F5766">
        <w:rPr>
          <w:b/>
          <w:sz w:val="28"/>
          <w:szCs w:val="28"/>
        </w:rPr>
        <w:t xml:space="preserve"> </w:t>
      </w:r>
      <w:r w:rsidRPr="005F5766">
        <w:rPr>
          <w:sz w:val="28"/>
          <w:szCs w:val="28"/>
        </w:rPr>
        <w:t>в сфере благоустройства на территории Мглинского городского поселения Мглинского района Брянской области, рассчитывается по формуле:</w:t>
      </w:r>
    </w:p>
    <w:p w:rsidR="00607FD1" w:rsidRPr="005F5766" w:rsidRDefault="00607FD1" w:rsidP="00BA3EE0">
      <w:pPr>
        <w:shd w:val="clear" w:color="auto" w:fill="FFFFFF"/>
        <w:spacing w:before="307"/>
        <w:ind w:left="710"/>
        <w:rPr>
          <w:i/>
        </w:rPr>
      </w:pPr>
      <w:r w:rsidRPr="005F5766">
        <w:rPr>
          <w:b/>
          <w:bCs/>
          <w:spacing w:val="-4"/>
          <w:sz w:val="28"/>
          <w:szCs w:val="28"/>
        </w:rPr>
        <w:t xml:space="preserve">Мт = </w:t>
      </w:r>
      <w:r w:rsidRPr="005F5766">
        <w:rPr>
          <w:b/>
          <w:bCs/>
          <w:spacing w:val="-4"/>
          <w:sz w:val="28"/>
          <w:szCs w:val="28"/>
          <w:lang w:val="en-US"/>
        </w:rPr>
        <w:t>P</w:t>
      </w:r>
      <w:r w:rsidRPr="005F5766">
        <w:rPr>
          <w:b/>
          <w:bCs/>
          <w:spacing w:val="-4"/>
          <w:sz w:val="28"/>
          <w:szCs w:val="28"/>
        </w:rPr>
        <w:t xml:space="preserve"> х У</w:t>
      </w:r>
      <w:r w:rsidRPr="005F5766">
        <w:rPr>
          <w:bCs/>
          <w:i/>
          <w:spacing w:val="-4"/>
          <w:sz w:val="28"/>
          <w:szCs w:val="28"/>
        </w:rPr>
        <w:t>ч</w:t>
      </w:r>
      <w:r w:rsidRPr="005F5766">
        <w:rPr>
          <w:b/>
          <w:bCs/>
          <w:i/>
          <w:spacing w:val="-4"/>
          <w:sz w:val="28"/>
          <w:szCs w:val="28"/>
        </w:rPr>
        <w:t>/</w:t>
      </w:r>
      <w:r w:rsidRPr="005F5766">
        <w:rPr>
          <w:b/>
          <w:bCs/>
          <w:spacing w:val="-4"/>
          <w:sz w:val="28"/>
          <w:szCs w:val="28"/>
        </w:rPr>
        <w:t>100 хК</w:t>
      </w:r>
      <w:r w:rsidRPr="005F5766">
        <w:rPr>
          <w:bCs/>
          <w:spacing w:val="-4"/>
          <w:sz w:val="28"/>
          <w:szCs w:val="28"/>
        </w:rPr>
        <w:t>зрв</w:t>
      </w:r>
    </w:p>
    <w:p w:rsidR="00607FD1" w:rsidRPr="005F5766" w:rsidRDefault="00607FD1" w:rsidP="00BA3EE0">
      <w:pPr>
        <w:shd w:val="clear" w:color="auto" w:fill="FFFFFF"/>
        <w:tabs>
          <w:tab w:val="left" w:pos="1814"/>
          <w:tab w:val="left" w:pos="5136"/>
          <w:tab w:val="left" w:pos="9923"/>
        </w:tabs>
        <w:spacing w:before="355" w:line="307" w:lineRule="exact"/>
        <w:ind w:firstLine="710"/>
        <w:jc w:val="both"/>
      </w:pPr>
      <w:r w:rsidRPr="005F5766">
        <w:rPr>
          <w:sz w:val="28"/>
          <w:szCs w:val="28"/>
        </w:rPr>
        <w:t>где:</w:t>
      </w:r>
      <w:r w:rsidRPr="005F5766">
        <w:rPr>
          <w:b/>
          <w:bCs/>
          <w:spacing w:val="-4"/>
          <w:sz w:val="28"/>
          <w:szCs w:val="28"/>
        </w:rPr>
        <w:t xml:space="preserve"> Мт</w:t>
      </w:r>
      <w:r w:rsidRPr="005F5766">
        <w:rPr>
          <w:sz w:val="28"/>
          <w:szCs w:val="28"/>
        </w:rPr>
        <w:t xml:space="preserve"> - размер иных межбюджетных трансфертов на оплату труда </w:t>
      </w:r>
      <w:r w:rsidRPr="005F5766">
        <w:rPr>
          <w:spacing w:val="-3"/>
          <w:sz w:val="28"/>
          <w:szCs w:val="28"/>
        </w:rPr>
        <w:t xml:space="preserve">работников, непосредственно осуществляющих переданные </w:t>
      </w:r>
      <w:r w:rsidRPr="005F5766">
        <w:rPr>
          <w:spacing w:val="-7"/>
          <w:sz w:val="28"/>
          <w:szCs w:val="28"/>
        </w:rPr>
        <w:t xml:space="preserve">полномочия, </w:t>
      </w:r>
      <w:r w:rsidRPr="005F5766">
        <w:rPr>
          <w:rFonts w:ascii="Arial" w:cs="Arial"/>
          <w:sz w:val="28"/>
          <w:szCs w:val="28"/>
        </w:rPr>
        <w:t>м</w:t>
      </w:r>
      <w:r w:rsidRPr="005F5766">
        <w:rPr>
          <w:spacing w:val="-7"/>
          <w:sz w:val="28"/>
          <w:szCs w:val="28"/>
        </w:rPr>
        <w:t xml:space="preserve">атериальные </w:t>
      </w:r>
      <w:r w:rsidRPr="005F5766">
        <w:rPr>
          <w:spacing w:val="-6"/>
          <w:sz w:val="28"/>
          <w:szCs w:val="28"/>
        </w:rPr>
        <w:t xml:space="preserve">затраты, </w:t>
      </w:r>
      <w:r w:rsidRPr="005F5766">
        <w:rPr>
          <w:spacing w:val="-2"/>
          <w:sz w:val="28"/>
          <w:szCs w:val="28"/>
        </w:rPr>
        <w:t>необходимые для осуществления работниками переданных полномочий, где:</w:t>
      </w:r>
    </w:p>
    <w:p w:rsidR="00607FD1" w:rsidRPr="005F5766" w:rsidRDefault="00607FD1" w:rsidP="00BA3EE0">
      <w:pPr>
        <w:shd w:val="clear" w:color="auto" w:fill="FFFFFF"/>
        <w:spacing w:before="312" w:line="307" w:lineRule="exact"/>
        <w:ind w:right="5" w:firstLine="710"/>
        <w:jc w:val="both"/>
      </w:pPr>
      <w:r w:rsidRPr="005F5766">
        <w:rPr>
          <w:b/>
          <w:spacing w:val="-2"/>
          <w:sz w:val="28"/>
          <w:szCs w:val="28"/>
          <w:lang w:val="en-US"/>
        </w:rPr>
        <w:t>P</w:t>
      </w:r>
      <w:r w:rsidRPr="005F5766">
        <w:rPr>
          <w:spacing w:val="-2"/>
          <w:sz w:val="28"/>
          <w:szCs w:val="28"/>
        </w:rPr>
        <w:t xml:space="preserve"> - сумма расходов на оплату труда в год работников, непосредственно </w:t>
      </w:r>
      <w:r w:rsidRPr="005F5766">
        <w:rPr>
          <w:spacing w:val="-6"/>
          <w:sz w:val="28"/>
          <w:szCs w:val="28"/>
        </w:rPr>
        <w:t>осуществляющих переданные   полномочия, определяемая по формуле:</w:t>
      </w:r>
    </w:p>
    <w:p w:rsidR="00607FD1" w:rsidRPr="005F5766" w:rsidRDefault="00607FD1" w:rsidP="00BA3EE0">
      <w:pPr>
        <w:shd w:val="clear" w:color="auto" w:fill="FFFFFF"/>
        <w:spacing w:before="302"/>
        <w:ind w:left="710"/>
      </w:pPr>
      <w:r w:rsidRPr="005F5766">
        <w:rPr>
          <w:b/>
          <w:bCs/>
          <w:spacing w:val="-5"/>
          <w:sz w:val="28"/>
          <w:szCs w:val="28"/>
          <w:lang w:val="en-US"/>
        </w:rPr>
        <w:t>P</w:t>
      </w:r>
      <w:r w:rsidRPr="005F5766">
        <w:rPr>
          <w:b/>
          <w:bCs/>
          <w:spacing w:val="-5"/>
          <w:sz w:val="28"/>
          <w:szCs w:val="28"/>
        </w:rPr>
        <w:t xml:space="preserve"> = ФОТ</w:t>
      </w:r>
      <w:r w:rsidRPr="005F5766">
        <w:rPr>
          <w:bCs/>
          <w:i/>
          <w:spacing w:val="-5"/>
          <w:sz w:val="24"/>
          <w:szCs w:val="24"/>
        </w:rPr>
        <w:t>год</w:t>
      </w:r>
      <w:r w:rsidRPr="005F5766">
        <w:rPr>
          <w:b/>
          <w:bCs/>
          <w:spacing w:val="-5"/>
          <w:sz w:val="28"/>
          <w:szCs w:val="28"/>
        </w:rPr>
        <w:t xml:space="preserve"> + </w:t>
      </w:r>
      <w:r w:rsidRPr="005F5766">
        <w:rPr>
          <w:b/>
          <w:bCs/>
          <w:spacing w:val="-4"/>
          <w:sz w:val="28"/>
          <w:szCs w:val="28"/>
          <w:lang w:val="en-US"/>
        </w:rPr>
        <w:t>S</w:t>
      </w:r>
      <w:r w:rsidRPr="005F5766">
        <w:rPr>
          <w:b/>
          <w:bCs/>
          <w:spacing w:val="-4"/>
          <w:sz w:val="28"/>
          <w:szCs w:val="28"/>
        </w:rPr>
        <w:t xml:space="preserve"> мз</w:t>
      </w:r>
      <w:r w:rsidRPr="005F5766">
        <w:rPr>
          <w:b/>
          <w:bCs/>
          <w:spacing w:val="-5"/>
          <w:sz w:val="28"/>
          <w:szCs w:val="28"/>
        </w:rPr>
        <w:t xml:space="preserve"> </w:t>
      </w:r>
      <w:r w:rsidRPr="005F5766">
        <w:rPr>
          <w:spacing w:val="-5"/>
          <w:sz w:val="28"/>
          <w:szCs w:val="28"/>
        </w:rPr>
        <w:t>,</w:t>
      </w:r>
    </w:p>
    <w:p w:rsidR="00607FD1" w:rsidRPr="005F5766" w:rsidRDefault="00607FD1" w:rsidP="00BA3EE0">
      <w:pPr>
        <w:shd w:val="clear" w:color="auto" w:fill="FFFFFF"/>
        <w:spacing w:line="307" w:lineRule="exact"/>
        <w:ind w:left="715"/>
      </w:pPr>
      <w:r w:rsidRPr="005F5766">
        <w:rPr>
          <w:spacing w:val="-5"/>
          <w:sz w:val="28"/>
          <w:szCs w:val="28"/>
        </w:rPr>
        <w:t xml:space="preserve">где: ФОТ </w:t>
      </w:r>
      <w:r w:rsidRPr="005F5766">
        <w:rPr>
          <w:i/>
          <w:spacing w:val="-5"/>
          <w:sz w:val="24"/>
          <w:szCs w:val="24"/>
        </w:rPr>
        <w:t>год.</w:t>
      </w:r>
      <w:r w:rsidRPr="005F5766">
        <w:rPr>
          <w:spacing w:val="-5"/>
          <w:sz w:val="28"/>
          <w:szCs w:val="28"/>
        </w:rPr>
        <w:t xml:space="preserve"> - фонд оплаты труда работников в год;</w:t>
      </w:r>
    </w:p>
    <w:p w:rsidR="00607FD1" w:rsidRPr="005F5766" w:rsidRDefault="00607FD1" w:rsidP="00BA3EE0">
      <w:pPr>
        <w:shd w:val="clear" w:color="auto" w:fill="FFFFFF"/>
        <w:spacing w:line="307" w:lineRule="exact"/>
        <w:ind w:left="5" w:firstLine="710"/>
        <w:jc w:val="both"/>
      </w:pPr>
      <w:r w:rsidRPr="005F5766">
        <w:rPr>
          <w:spacing w:val="-3"/>
          <w:sz w:val="28"/>
          <w:szCs w:val="28"/>
          <w:lang w:val="en-US"/>
        </w:rPr>
        <w:t>S</w:t>
      </w:r>
      <w:r w:rsidRPr="005F5766">
        <w:rPr>
          <w:spacing w:val="-3"/>
          <w:sz w:val="28"/>
          <w:szCs w:val="28"/>
        </w:rPr>
        <w:t xml:space="preserve"> мз. - материальные затраты </w:t>
      </w:r>
      <w:r w:rsidRPr="005F5766">
        <w:rPr>
          <w:sz w:val="28"/>
          <w:szCs w:val="28"/>
        </w:rPr>
        <w:t>которые определяются из расчета:</w:t>
      </w:r>
    </w:p>
    <w:p w:rsidR="00607FD1" w:rsidRPr="005F5766" w:rsidRDefault="00607FD1" w:rsidP="00BA3EE0">
      <w:pPr>
        <w:shd w:val="clear" w:color="auto" w:fill="FFFFFF"/>
        <w:spacing w:before="298"/>
        <w:ind w:left="715"/>
      </w:pPr>
      <w:r w:rsidRPr="005F5766">
        <w:rPr>
          <w:b/>
          <w:bCs/>
          <w:spacing w:val="-4"/>
          <w:sz w:val="28"/>
          <w:szCs w:val="28"/>
          <w:lang w:val="en-US"/>
        </w:rPr>
        <w:t>S</w:t>
      </w:r>
      <w:r w:rsidRPr="005F5766">
        <w:rPr>
          <w:b/>
          <w:bCs/>
          <w:spacing w:val="-4"/>
          <w:sz w:val="28"/>
          <w:szCs w:val="28"/>
        </w:rPr>
        <w:t xml:space="preserve"> мз. = </w:t>
      </w:r>
      <w:r w:rsidRPr="005F5766">
        <w:rPr>
          <w:b/>
          <w:bCs/>
          <w:spacing w:val="-5"/>
          <w:sz w:val="28"/>
          <w:szCs w:val="28"/>
        </w:rPr>
        <w:t>ФОТ</w:t>
      </w:r>
      <w:r w:rsidRPr="005F5766">
        <w:rPr>
          <w:bCs/>
          <w:i/>
          <w:spacing w:val="-5"/>
          <w:sz w:val="24"/>
          <w:szCs w:val="24"/>
        </w:rPr>
        <w:t>год</w:t>
      </w:r>
      <w:r w:rsidRPr="005F5766">
        <w:rPr>
          <w:b/>
          <w:bCs/>
          <w:spacing w:val="-5"/>
          <w:sz w:val="28"/>
          <w:szCs w:val="28"/>
        </w:rPr>
        <w:t xml:space="preserve"> </w:t>
      </w:r>
      <w:r w:rsidRPr="005F5766">
        <w:rPr>
          <w:b/>
          <w:bCs/>
          <w:spacing w:val="-4"/>
          <w:sz w:val="28"/>
          <w:szCs w:val="28"/>
        </w:rPr>
        <w:t>x 3%</w:t>
      </w:r>
      <w:r w:rsidRPr="005F5766">
        <w:rPr>
          <w:spacing w:val="-4"/>
          <w:sz w:val="28"/>
          <w:szCs w:val="28"/>
        </w:rPr>
        <w:t>,</w:t>
      </w:r>
    </w:p>
    <w:p w:rsidR="00607FD1" w:rsidRPr="005F5766" w:rsidRDefault="00607FD1" w:rsidP="00BA3EE0">
      <w:pPr>
        <w:shd w:val="clear" w:color="auto" w:fill="FFFFFF"/>
        <w:spacing w:before="312" w:line="307" w:lineRule="exact"/>
        <w:ind w:right="5"/>
        <w:jc w:val="both"/>
        <w:rPr>
          <w:spacing w:val="-6"/>
          <w:sz w:val="28"/>
          <w:szCs w:val="28"/>
        </w:rPr>
      </w:pPr>
      <w:r w:rsidRPr="005F5766">
        <w:rPr>
          <w:spacing w:val="-4"/>
          <w:sz w:val="28"/>
          <w:szCs w:val="28"/>
        </w:rPr>
        <w:t xml:space="preserve">          </w:t>
      </w:r>
      <w:r w:rsidRPr="005F5766">
        <w:rPr>
          <w:b/>
          <w:bCs/>
          <w:spacing w:val="-4"/>
          <w:sz w:val="28"/>
          <w:szCs w:val="28"/>
        </w:rPr>
        <w:t>У</w:t>
      </w:r>
      <w:r w:rsidRPr="005F5766">
        <w:rPr>
          <w:b/>
          <w:bCs/>
          <w:i/>
          <w:spacing w:val="-4"/>
          <w:sz w:val="28"/>
          <w:szCs w:val="28"/>
        </w:rPr>
        <w:t>ч</w:t>
      </w:r>
      <w:r w:rsidRPr="005F5766">
        <w:rPr>
          <w:b/>
          <w:i/>
          <w:spacing w:val="-4"/>
          <w:sz w:val="28"/>
          <w:szCs w:val="28"/>
        </w:rPr>
        <w:t xml:space="preserve"> – </w:t>
      </w:r>
      <w:r w:rsidRPr="005F5766">
        <w:rPr>
          <w:spacing w:val="-4"/>
          <w:sz w:val="28"/>
          <w:szCs w:val="28"/>
        </w:rPr>
        <w:t xml:space="preserve">удельный вес численности населения </w:t>
      </w:r>
      <w:r w:rsidRPr="005F5766">
        <w:rPr>
          <w:i/>
          <w:spacing w:val="-4"/>
          <w:sz w:val="28"/>
          <w:szCs w:val="28"/>
          <w:lang w:val="en-US"/>
        </w:rPr>
        <w:t>i</w:t>
      </w:r>
      <w:r w:rsidRPr="005F5766">
        <w:rPr>
          <w:spacing w:val="-4"/>
          <w:sz w:val="28"/>
          <w:szCs w:val="28"/>
        </w:rPr>
        <w:t>-го поселения от общей численности населения муниципального района</w:t>
      </w:r>
    </w:p>
    <w:p w:rsidR="00607FD1" w:rsidRPr="005F5766" w:rsidRDefault="00607FD1" w:rsidP="00BA3EE0">
      <w:pPr>
        <w:shd w:val="clear" w:color="auto" w:fill="FFFFFF"/>
        <w:rPr>
          <w:b/>
          <w:bCs/>
          <w:spacing w:val="-1"/>
          <w:sz w:val="28"/>
          <w:szCs w:val="28"/>
        </w:rPr>
      </w:pPr>
      <w:r w:rsidRPr="005F5766">
        <w:rPr>
          <w:b/>
          <w:bCs/>
          <w:spacing w:val="-1"/>
          <w:sz w:val="28"/>
          <w:szCs w:val="28"/>
        </w:rPr>
        <w:t xml:space="preserve">          У</w:t>
      </w:r>
      <w:r w:rsidRPr="005F5766">
        <w:rPr>
          <w:bCs/>
          <w:i/>
          <w:spacing w:val="-1"/>
          <w:sz w:val="28"/>
          <w:szCs w:val="28"/>
        </w:rPr>
        <w:t>ч</w:t>
      </w:r>
      <w:r w:rsidRPr="005F5766">
        <w:rPr>
          <w:b/>
          <w:bCs/>
          <w:spacing w:val="-1"/>
          <w:sz w:val="28"/>
          <w:szCs w:val="28"/>
        </w:rPr>
        <w:t xml:space="preserve">= (численность </w:t>
      </w:r>
      <w:r w:rsidRPr="005F5766">
        <w:rPr>
          <w:b/>
          <w:bCs/>
          <w:spacing w:val="-1"/>
          <w:sz w:val="28"/>
          <w:szCs w:val="28"/>
          <w:lang w:val="en-US"/>
        </w:rPr>
        <w:t>i</w:t>
      </w:r>
      <w:r w:rsidRPr="005F5766">
        <w:rPr>
          <w:b/>
          <w:bCs/>
          <w:spacing w:val="-1"/>
          <w:sz w:val="28"/>
          <w:szCs w:val="28"/>
        </w:rPr>
        <w:t>-го поселения</w:t>
      </w:r>
      <w:r w:rsidRPr="005F5766">
        <w:rPr>
          <w:bCs/>
          <w:spacing w:val="-1"/>
          <w:sz w:val="28"/>
          <w:szCs w:val="28"/>
        </w:rPr>
        <w:t>/</w:t>
      </w:r>
      <w:r w:rsidRPr="005F5766">
        <w:rPr>
          <w:b/>
          <w:bCs/>
          <w:spacing w:val="-1"/>
          <w:sz w:val="28"/>
          <w:szCs w:val="28"/>
        </w:rPr>
        <w:t>общая численность муниципального района) х100</w:t>
      </w:r>
    </w:p>
    <w:p w:rsidR="00607FD1" w:rsidRPr="005F5766" w:rsidRDefault="00607FD1" w:rsidP="00BA3EE0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607FD1" w:rsidRPr="005F5766" w:rsidRDefault="00607FD1" w:rsidP="00BA3EE0">
      <w:pPr>
        <w:shd w:val="clear" w:color="auto" w:fill="FFFFFF"/>
        <w:rPr>
          <w:bCs/>
          <w:spacing w:val="-1"/>
          <w:sz w:val="28"/>
          <w:szCs w:val="28"/>
        </w:rPr>
      </w:pPr>
      <w:r w:rsidRPr="005F5766">
        <w:rPr>
          <w:b/>
          <w:bCs/>
          <w:spacing w:val="-1"/>
          <w:sz w:val="28"/>
          <w:szCs w:val="28"/>
        </w:rPr>
        <w:t xml:space="preserve">          К</w:t>
      </w:r>
      <w:r w:rsidRPr="005F5766">
        <w:rPr>
          <w:bCs/>
          <w:i/>
          <w:spacing w:val="-1"/>
          <w:sz w:val="28"/>
          <w:szCs w:val="28"/>
        </w:rPr>
        <w:t>зрв</w:t>
      </w:r>
      <w:r w:rsidRPr="005F5766">
        <w:rPr>
          <w:b/>
          <w:bCs/>
          <w:spacing w:val="-1"/>
          <w:sz w:val="28"/>
          <w:szCs w:val="28"/>
        </w:rPr>
        <w:t xml:space="preserve"> - </w:t>
      </w:r>
      <w:r w:rsidRPr="005F5766">
        <w:rPr>
          <w:bCs/>
          <w:spacing w:val="-1"/>
          <w:sz w:val="28"/>
          <w:szCs w:val="28"/>
        </w:rPr>
        <w:t>коэффициент затрат рабочего времени, необходимый для осуществления полномочий.</w:t>
      </w:r>
    </w:p>
    <w:p w:rsidR="00607FD1" w:rsidRPr="005F5766" w:rsidRDefault="00607FD1" w:rsidP="00BA3EE0">
      <w:pPr>
        <w:shd w:val="clear" w:color="auto" w:fill="FFFFFF"/>
        <w:rPr>
          <w:bCs/>
          <w:spacing w:val="-1"/>
          <w:sz w:val="28"/>
          <w:szCs w:val="28"/>
        </w:rPr>
      </w:pPr>
      <w:r w:rsidRPr="005F5766">
        <w:rPr>
          <w:b/>
          <w:bCs/>
          <w:spacing w:val="-1"/>
          <w:sz w:val="28"/>
          <w:szCs w:val="28"/>
        </w:rPr>
        <w:t xml:space="preserve">          К</w:t>
      </w:r>
      <w:r w:rsidRPr="005F5766">
        <w:rPr>
          <w:bCs/>
          <w:i/>
          <w:spacing w:val="-1"/>
          <w:sz w:val="28"/>
          <w:szCs w:val="28"/>
        </w:rPr>
        <w:t>зрв</w:t>
      </w:r>
      <w:r w:rsidRPr="005F5766">
        <w:rPr>
          <w:b/>
          <w:bCs/>
          <w:spacing w:val="-1"/>
          <w:sz w:val="28"/>
          <w:szCs w:val="28"/>
        </w:rPr>
        <w:t>=</w:t>
      </w:r>
      <w:r w:rsidRPr="005F5766">
        <w:rPr>
          <w:bCs/>
          <w:spacing w:val="-1"/>
          <w:sz w:val="28"/>
          <w:szCs w:val="28"/>
        </w:rPr>
        <w:t>0,05</w:t>
      </w:r>
    </w:p>
    <w:p w:rsidR="00607FD1" w:rsidRPr="005F5766" w:rsidRDefault="00607FD1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607FD1" w:rsidRPr="005F5766" w:rsidRDefault="00607FD1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5F5766">
        <w:rPr>
          <w:b/>
          <w:bCs/>
          <w:spacing w:val="-1"/>
          <w:sz w:val="28"/>
          <w:szCs w:val="28"/>
        </w:rPr>
        <w:t xml:space="preserve">Размер </w:t>
      </w:r>
    </w:p>
    <w:p w:rsidR="00607FD1" w:rsidRPr="005F5766" w:rsidRDefault="00607FD1" w:rsidP="000D7883">
      <w:pPr>
        <w:shd w:val="clear" w:color="auto" w:fill="FFFFFF"/>
        <w:jc w:val="center"/>
        <w:rPr>
          <w:b/>
        </w:rPr>
      </w:pPr>
      <w:r w:rsidRPr="005F5766">
        <w:rPr>
          <w:b/>
          <w:bCs/>
          <w:spacing w:val="-1"/>
          <w:sz w:val="28"/>
          <w:szCs w:val="28"/>
        </w:rPr>
        <w:t xml:space="preserve">иных межбюджетных трансфертов, предоставляемых из бюджета </w:t>
      </w:r>
      <w:r w:rsidRPr="005F5766">
        <w:rPr>
          <w:b/>
          <w:bCs/>
          <w:spacing w:val="-5"/>
          <w:sz w:val="28"/>
          <w:szCs w:val="28"/>
        </w:rPr>
        <w:t xml:space="preserve">Мглинского городского поселения Мглинского муниципального района Брянской области </w:t>
      </w:r>
      <w:r w:rsidRPr="005F5766">
        <w:rPr>
          <w:b/>
          <w:bCs/>
          <w:sz w:val="28"/>
          <w:szCs w:val="28"/>
        </w:rPr>
        <w:t xml:space="preserve">на осуществление полномочий по муниципальному </w:t>
      </w:r>
      <w:r w:rsidRPr="005F5766">
        <w:rPr>
          <w:sz w:val="28"/>
          <w:szCs w:val="28"/>
        </w:rPr>
        <w:t xml:space="preserve"> </w:t>
      </w:r>
      <w:r w:rsidRPr="005F5766">
        <w:rPr>
          <w:b/>
          <w:sz w:val="28"/>
          <w:szCs w:val="28"/>
        </w:rPr>
        <w:t xml:space="preserve">контролю в сфере благоустройства на территории Мглинского городского поселения Мглинского района Брянской области </w:t>
      </w:r>
    </w:p>
    <w:p w:rsidR="00607FD1" w:rsidRPr="005F5766" w:rsidRDefault="00607FD1" w:rsidP="00ED2221">
      <w:pPr>
        <w:shd w:val="clear" w:color="auto" w:fill="FFFFFF"/>
        <w:jc w:val="center"/>
        <w:rPr>
          <w:sz w:val="28"/>
          <w:szCs w:val="28"/>
        </w:rPr>
      </w:pPr>
    </w:p>
    <w:p w:rsidR="00607FD1" w:rsidRPr="005F5766" w:rsidRDefault="00607FD1" w:rsidP="00382A95">
      <w:pPr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4536"/>
        <w:gridCol w:w="1843"/>
        <w:gridCol w:w="2698"/>
      </w:tblGrid>
      <w:tr w:rsidR="00607FD1" w:rsidRPr="005F5766" w:rsidTr="009C4AB2">
        <w:trPr>
          <w:trHeight w:val="91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5F5766">
              <w:rPr>
                <w:bCs/>
                <w:sz w:val="28"/>
                <w:szCs w:val="28"/>
              </w:rPr>
              <w:t>№</w:t>
            </w:r>
          </w:p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5F5766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5F5766">
              <w:rPr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5F5766">
              <w:rPr>
                <w:bCs/>
                <w:sz w:val="28"/>
                <w:szCs w:val="28"/>
              </w:rPr>
              <w:t>Численность</w:t>
            </w:r>
          </w:p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5F5766">
              <w:rPr>
                <w:bCs/>
                <w:sz w:val="28"/>
                <w:szCs w:val="28"/>
              </w:rPr>
              <w:t>Населения, чел.</w:t>
            </w:r>
          </w:p>
        </w:tc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F5766">
              <w:rPr>
                <w:bCs/>
                <w:sz w:val="28"/>
                <w:szCs w:val="28"/>
              </w:rPr>
              <w:t>Сумма иных</w:t>
            </w:r>
          </w:p>
          <w:p w:rsidR="00607FD1" w:rsidRPr="005F5766" w:rsidRDefault="00607F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F5766">
              <w:rPr>
                <w:bCs/>
                <w:sz w:val="28"/>
                <w:szCs w:val="28"/>
              </w:rPr>
              <w:t xml:space="preserve">межбюджетных трансфертов, </w:t>
            </w:r>
          </w:p>
          <w:p w:rsidR="00607FD1" w:rsidRPr="005F5766" w:rsidRDefault="00607F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F5766">
              <w:rPr>
                <w:bCs/>
                <w:sz w:val="28"/>
                <w:szCs w:val="28"/>
              </w:rPr>
              <w:t>рублей в год, руб.</w:t>
            </w:r>
          </w:p>
        </w:tc>
      </w:tr>
      <w:tr w:rsidR="00607FD1" w:rsidRPr="005F5766" w:rsidTr="009C4AB2">
        <w:trPr>
          <w:trHeight w:hRule="exact" w:val="370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</w:p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5F5766">
              <w:rPr>
                <w:sz w:val="28"/>
                <w:szCs w:val="28"/>
              </w:rPr>
              <w:t>1</w:t>
            </w:r>
          </w:p>
          <w:p w:rsidR="00607FD1" w:rsidRPr="005F5766" w:rsidRDefault="00607FD1" w:rsidP="00382A95">
            <w:pPr>
              <w:rPr>
                <w:sz w:val="28"/>
                <w:szCs w:val="28"/>
              </w:rPr>
            </w:pPr>
          </w:p>
          <w:p w:rsidR="00607FD1" w:rsidRPr="005F5766" w:rsidRDefault="00607FD1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07FD1" w:rsidRPr="00382A95" w:rsidTr="009C4AB2">
        <w:trPr>
          <w:trHeight w:hRule="exact" w:val="350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5F5766">
              <w:rPr>
                <w:bCs/>
                <w:spacing w:val="-5"/>
                <w:sz w:val="28"/>
                <w:szCs w:val="28"/>
              </w:rPr>
              <w:t>Мглинское городское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5F5766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5F5766">
              <w:rPr>
                <w:sz w:val="28"/>
                <w:szCs w:val="28"/>
              </w:rPr>
              <w:t>7212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07FD1" w:rsidRPr="00382A95" w:rsidRDefault="00607F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F5766">
              <w:rPr>
                <w:sz w:val="28"/>
                <w:szCs w:val="28"/>
              </w:rPr>
              <w:t>6327,00</w:t>
            </w:r>
          </w:p>
        </w:tc>
      </w:tr>
      <w:tr w:rsidR="00607FD1" w:rsidRPr="00382A95" w:rsidTr="009C4AB2">
        <w:trPr>
          <w:trHeight w:hRule="exact" w:val="658"/>
        </w:trPr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382A95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382A95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382A95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FD1" w:rsidRPr="00382A95" w:rsidRDefault="00607F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607FD1" w:rsidRDefault="00607FD1" w:rsidP="00446F52"/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p w:rsidR="00607FD1" w:rsidRDefault="00607F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sectPr w:rsidR="00607FD1" w:rsidSect="009C4AB2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FD1" w:rsidRDefault="00607FD1" w:rsidP="00041ADB">
      <w:r>
        <w:separator/>
      </w:r>
    </w:p>
  </w:endnote>
  <w:endnote w:type="continuationSeparator" w:id="0">
    <w:p w:rsidR="00607FD1" w:rsidRDefault="00607FD1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FD1" w:rsidRDefault="00607FD1" w:rsidP="00041ADB">
      <w:r>
        <w:separator/>
      </w:r>
    </w:p>
  </w:footnote>
  <w:footnote w:type="continuationSeparator" w:id="0">
    <w:p w:rsidR="00607FD1" w:rsidRDefault="00607FD1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50150"/>
    <w:rsid w:val="00054766"/>
    <w:rsid w:val="00061359"/>
    <w:rsid w:val="00095692"/>
    <w:rsid w:val="000977A5"/>
    <w:rsid w:val="00097E6C"/>
    <w:rsid w:val="000A4C66"/>
    <w:rsid w:val="000D54C5"/>
    <w:rsid w:val="000D7883"/>
    <w:rsid w:val="000F6AD1"/>
    <w:rsid w:val="00140886"/>
    <w:rsid w:val="00142DDB"/>
    <w:rsid w:val="00154528"/>
    <w:rsid w:val="001564D4"/>
    <w:rsid w:val="0017179C"/>
    <w:rsid w:val="00177D84"/>
    <w:rsid w:val="001862CE"/>
    <w:rsid w:val="001B458A"/>
    <w:rsid w:val="001C19F5"/>
    <w:rsid w:val="001D3FEB"/>
    <w:rsid w:val="001F2DC2"/>
    <w:rsid w:val="001F3947"/>
    <w:rsid w:val="00206DBD"/>
    <w:rsid w:val="00220E46"/>
    <w:rsid w:val="00251E77"/>
    <w:rsid w:val="002568D6"/>
    <w:rsid w:val="002A45B5"/>
    <w:rsid w:val="002A6DF1"/>
    <w:rsid w:val="002B50C9"/>
    <w:rsid w:val="002B743B"/>
    <w:rsid w:val="002D7BEE"/>
    <w:rsid w:val="002E64D5"/>
    <w:rsid w:val="002F0E3A"/>
    <w:rsid w:val="002F67A1"/>
    <w:rsid w:val="002F727F"/>
    <w:rsid w:val="003049C9"/>
    <w:rsid w:val="00327903"/>
    <w:rsid w:val="003350BB"/>
    <w:rsid w:val="00340443"/>
    <w:rsid w:val="00357D24"/>
    <w:rsid w:val="00372C44"/>
    <w:rsid w:val="00382A95"/>
    <w:rsid w:val="00386FFF"/>
    <w:rsid w:val="00391E70"/>
    <w:rsid w:val="00397599"/>
    <w:rsid w:val="003D2852"/>
    <w:rsid w:val="0042618D"/>
    <w:rsid w:val="004403E1"/>
    <w:rsid w:val="00444AA0"/>
    <w:rsid w:val="00446F52"/>
    <w:rsid w:val="00451830"/>
    <w:rsid w:val="004576A0"/>
    <w:rsid w:val="004D57D1"/>
    <w:rsid w:val="004E1468"/>
    <w:rsid w:val="004E61B8"/>
    <w:rsid w:val="0051657C"/>
    <w:rsid w:val="00527E8B"/>
    <w:rsid w:val="005378D7"/>
    <w:rsid w:val="00560B2E"/>
    <w:rsid w:val="0056377C"/>
    <w:rsid w:val="00582E45"/>
    <w:rsid w:val="005B7912"/>
    <w:rsid w:val="005C3B42"/>
    <w:rsid w:val="005D2612"/>
    <w:rsid w:val="005F47AB"/>
    <w:rsid w:val="005F5766"/>
    <w:rsid w:val="005F5B27"/>
    <w:rsid w:val="006001E3"/>
    <w:rsid w:val="00606EBF"/>
    <w:rsid w:val="00607FD1"/>
    <w:rsid w:val="006219AD"/>
    <w:rsid w:val="00623DCE"/>
    <w:rsid w:val="00625DBD"/>
    <w:rsid w:val="00661645"/>
    <w:rsid w:val="00667C1D"/>
    <w:rsid w:val="006847EE"/>
    <w:rsid w:val="0068724D"/>
    <w:rsid w:val="006940C3"/>
    <w:rsid w:val="006A26A0"/>
    <w:rsid w:val="006A336E"/>
    <w:rsid w:val="006B1E4F"/>
    <w:rsid w:val="006C55A0"/>
    <w:rsid w:val="00715463"/>
    <w:rsid w:val="00760BD7"/>
    <w:rsid w:val="00766E77"/>
    <w:rsid w:val="00790B15"/>
    <w:rsid w:val="007930DA"/>
    <w:rsid w:val="0079508F"/>
    <w:rsid w:val="00796BFA"/>
    <w:rsid w:val="007A78B3"/>
    <w:rsid w:val="007E665D"/>
    <w:rsid w:val="007F0057"/>
    <w:rsid w:val="007F2364"/>
    <w:rsid w:val="007F4315"/>
    <w:rsid w:val="007F5F2B"/>
    <w:rsid w:val="0082437F"/>
    <w:rsid w:val="00830F50"/>
    <w:rsid w:val="00847521"/>
    <w:rsid w:val="00860A18"/>
    <w:rsid w:val="008A2C4E"/>
    <w:rsid w:val="008E72B5"/>
    <w:rsid w:val="008F0B8A"/>
    <w:rsid w:val="00913165"/>
    <w:rsid w:val="00916517"/>
    <w:rsid w:val="00930CA0"/>
    <w:rsid w:val="0093343C"/>
    <w:rsid w:val="0093587D"/>
    <w:rsid w:val="00941C06"/>
    <w:rsid w:val="00942957"/>
    <w:rsid w:val="0094393D"/>
    <w:rsid w:val="00967643"/>
    <w:rsid w:val="00981131"/>
    <w:rsid w:val="00983FE1"/>
    <w:rsid w:val="00985799"/>
    <w:rsid w:val="009C2678"/>
    <w:rsid w:val="009C4AB2"/>
    <w:rsid w:val="00A0133A"/>
    <w:rsid w:val="00A07DBB"/>
    <w:rsid w:val="00A1254C"/>
    <w:rsid w:val="00A22F3D"/>
    <w:rsid w:val="00A279EA"/>
    <w:rsid w:val="00A306DD"/>
    <w:rsid w:val="00A33EE1"/>
    <w:rsid w:val="00A415BD"/>
    <w:rsid w:val="00A530EA"/>
    <w:rsid w:val="00A53DE4"/>
    <w:rsid w:val="00AB31C5"/>
    <w:rsid w:val="00AC3624"/>
    <w:rsid w:val="00AD47B5"/>
    <w:rsid w:val="00AF19A6"/>
    <w:rsid w:val="00AF602C"/>
    <w:rsid w:val="00B064D7"/>
    <w:rsid w:val="00B161B6"/>
    <w:rsid w:val="00B161CF"/>
    <w:rsid w:val="00B650AB"/>
    <w:rsid w:val="00B73AE6"/>
    <w:rsid w:val="00B93E09"/>
    <w:rsid w:val="00BA3EE0"/>
    <w:rsid w:val="00BA7C8D"/>
    <w:rsid w:val="00BB41C9"/>
    <w:rsid w:val="00BC4364"/>
    <w:rsid w:val="00BF3D27"/>
    <w:rsid w:val="00C237FF"/>
    <w:rsid w:val="00C25FE8"/>
    <w:rsid w:val="00C32970"/>
    <w:rsid w:val="00C425BE"/>
    <w:rsid w:val="00C44DF2"/>
    <w:rsid w:val="00C50841"/>
    <w:rsid w:val="00C532D4"/>
    <w:rsid w:val="00C859F9"/>
    <w:rsid w:val="00CA5712"/>
    <w:rsid w:val="00CB2214"/>
    <w:rsid w:val="00CB674E"/>
    <w:rsid w:val="00CC3F62"/>
    <w:rsid w:val="00CC45B5"/>
    <w:rsid w:val="00CD1D60"/>
    <w:rsid w:val="00CE2DA5"/>
    <w:rsid w:val="00CE4AE6"/>
    <w:rsid w:val="00CF19EC"/>
    <w:rsid w:val="00D034B0"/>
    <w:rsid w:val="00D172E6"/>
    <w:rsid w:val="00D47F8B"/>
    <w:rsid w:val="00D725F0"/>
    <w:rsid w:val="00D73D04"/>
    <w:rsid w:val="00D87F1A"/>
    <w:rsid w:val="00D9487D"/>
    <w:rsid w:val="00D94D32"/>
    <w:rsid w:val="00DB6CB6"/>
    <w:rsid w:val="00DC6B47"/>
    <w:rsid w:val="00DE3A07"/>
    <w:rsid w:val="00DE75CB"/>
    <w:rsid w:val="00DF6339"/>
    <w:rsid w:val="00E019E3"/>
    <w:rsid w:val="00E066A1"/>
    <w:rsid w:val="00E07E21"/>
    <w:rsid w:val="00E262B8"/>
    <w:rsid w:val="00E50B3D"/>
    <w:rsid w:val="00E55164"/>
    <w:rsid w:val="00E6231B"/>
    <w:rsid w:val="00E64BC1"/>
    <w:rsid w:val="00E66D2A"/>
    <w:rsid w:val="00E77B53"/>
    <w:rsid w:val="00EA036F"/>
    <w:rsid w:val="00EC7EAF"/>
    <w:rsid w:val="00ED09AA"/>
    <w:rsid w:val="00ED2221"/>
    <w:rsid w:val="00F00B9D"/>
    <w:rsid w:val="00F2135C"/>
    <w:rsid w:val="00F3652E"/>
    <w:rsid w:val="00F43C5D"/>
    <w:rsid w:val="00F65623"/>
    <w:rsid w:val="00F8624A"/>
    <w:rsid w:val="00F954DE"/>
    <w:rsid w:val="00F96295"/>
    <w:rsid w:val="00FB1BA9"/>
    <w:rsid w:val="00FB755B"/>
    <w:rsid w:val="00FD25B8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paragraph" w:styleId="Title">
    <w:name w:val="Title"/>
    <w:basedOn w:val="Normal"/>
    <w:link w:val="TitleChar"/>
    <w:uiPriority w:val="99"/>
    <w:qFormat/>
    <w:rsid w:val="00B064D7"/>
    <w:pPr>
      <w:widowControl/>
      <w:autoSpaceDE/>
      <w:autoSpaceDN/>
      <w:adjustRightInd/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B064D7"/>
    <w:rPr>
      <w:rFonts w:ascii="Times New Roman" w:hAnsi="Times New Roman" w:cs="Times New Roman"/>
      <w:b/>
      <w:sz w:val="56"/>
    </w:rPr>
  </w:style>
  <w:style w:type="paragraph" w:styleId="Subtitle">
    <w:name w:val="Subtitle"/>
    <w:basedOn w:val="Normal"/>
    <w:link w:val="SubtitleChar"/>
    <w:uiPriority w:val="99"/>
    <w:qFormat/>
    <w:rsid w:val="00B064D7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64D7"/>
    <w:rPr>
      <w:rFonts w:ascii="Times New Roman" w:hAnsi="Times New Roman" w:cs="Times New Roman"/>
      <w:b/>
      <w:sz w:val="40"/>
    </w:rPr>
  </w:style>
  <w:style w:type="paragraph" w:styleId="PlainText">
    <w:name w:val="Plain Text"/>
    <w:basedOn w:val="Normal"/>
    <w:link w:val="PlainTextChar"/>
    <w:uiPriority w:val="99"/>
    <w:rsid w:val="00B064D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064D7"/>
    <w:rPr>
      <w:rFonts w:ascii="Courier New" w:hAnsi="Courier New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65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646</TotalTime>
  <Pages>11</Pages>
  <Words>2810</Words>
  <Characters>16021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111</cp:revision>
  <cp:lastPrinted>2022-12-26T08:53:00Z</cp:lastPrinted>
  <dcterms:created xsi:type="dcterms:W3CDTF">2022-08-10T07:19:00Z</dcterms:created>
  <dcterms:modified xsi:type="dcterms:W3CDTF">2022-12-26T08:54:00Z</dcterms:modified>
</cp:coreProperties>
</file>